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764EC2">
      <w:pPr>
        <w:spacing w:before="350" w:line="621" w:lineRule="exact"/>
        <w:ind w:left="164" w:right="2540" w:firstLine="0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br w:type="column"/>
      </w:r>
      <w:bookmarkStart w:id="0" w:name="_GoBack"/>
      <w:bookmarkEnd w:id="0"/>
      <w:r>
        <w:rPr>
          <w:rFonts w:ascii="方正小标宋_GBK" w:hAnsi="方正小标宋_GBK" w:eastAsia="方正小标宋_GBK" w:cs="方正小标宋_GBK"/>
          <w:sz w:val="44"/>
          <w:szCs w:val="44"/>
        </w:rPr>
        <w:t>普通高等学校本科专业目录</w:t>
      </w:r>
    </w:p>
    <w:p w14:paraId="102C6E70">
      <w:pPr>
        <w:spacing w:before="0" w:line="621" w:lineRule="exact"/>
        <w:ind w:left="164" w:right="2540" w:firstLine="0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ascii="方正小标宋_GBK" w:hAnsi="方正小标宋_GBK" w:eastAsia="方正小标宋_GBK" w:cs="方正小标宋_GBK"/>
          <w:sz w:val="44"/>
          <w:szCs w:val="44"/>
        </w:rPr>
        <w:t>（</w:t>
      </w:r>
      <w:r>
        <w:rPr>
          <w:rFonts w:ascii="Times New Roman" w:hAnsi="Times New Roman" w:eastAsia="Times New Roman" w:cs="Times New Roman"/>
          <w:sz w:val="44"/>
          <w:szCs w:val="44"/>
        </w:rPr>
        <w:t>2024</w:t>
      </w:r>
      <w:r>
        <w:rPr>
          <w:rFonts w:ascii="方正小标宋_GBK" w:hAnsi="方正小标宋_GBK" w:eastAsia="方正小标宋_GBK" w:cs="方正小标宋_GBK"/>
          <w:sz w:val="44"/>
          <w:szCs w:val="44"/>
        </w:rPr>
        <w:t>年）</w:t>
      </w:r>
    </w:p>
    <w:p w14:paraId="7F7B09C2">
      <w:pPr>
        <w:spacing w:after="0" w:line="621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  <w:sectPr>
          <w:footerReference r:id="rId5" w:type="default"/>
          <w:footerReference r:id="rId6" w:type="even"/>
          <w:type w:val="continuous"/>
          <w:pgSz w:w="11910" w:h="16840"/>
          <w:pgMar w:top="1120" w:right="760" w:bottom="720" w:left="740" w:header="720" w:footer="522" w:gutter="0"/>
          <w:pgNumType w:fmt="decimal" w:start="1"/>
          <w:cols w:equalWidth="0" w:num="2">
            <w:col w:w="978" w:space="1403"/>
            <w:col w:w="8029"/>
          </w:cols>
        </w:sectPr>
      </w:pPr>
    </w:p>
    <w:p w14:paraId="1E281657">
      <w:pPr>
        <w:spacing w:before="11" w:line="240" w:lineRule="auto"/>
        <w:rPr>
          <w:rFonts w:ascii="方正小标宋_GBK" w:hAnsi="方正小标宋_GBK" w:eastAsia="方正小标宋_GBK" w:cs="方正小标宋_GBK"/>
          <w:sz w:val="24"/>
          <w:szCs w:val="24"/>
        </w:rPr>
      </w:pPr>
    </w:p>
    <w:p w14:paraId="382C10D2">
      <w:pPr>
        <w:pStyle w:val="2"/>
        <w:spacing w:before="26" w:line="303" w:lineRule="exact"/>
        <w:ind w:left="164" w:right="0"/>
        <w:jc w:val="left"/>
      </w:pPr>
      <w:r>
        <w:t>说明：</w:t>
      </w:r>
    </w:p>
    <w:p w14:paraId="2F2C164D">
      <w:pPr>
        <w:pStyle w:val="2"/>
        <w:spacing w:before="17" w:line="316" w:lineRule="exact"/>
        <w:ind w:left="164" w:right="218" w:firstLine="480"/>
        <w:jc w:val="both"/>
      </w:pPr>
      <w:r>
        <w:rPr>
          <w:rFonts w:ascii="Times New Roman" w:hAnsi="Times New Roman" w:eastAsia="Times New Roman" w:cs="Times New Roman"/>
        </w:rPr>
        <w:t>1.</w:t>
      </w:r>
      <w:r>
        <w:t>本目录是在《普通高等学校本科专业目录（</w:t>
      </w:r>
      <w:r>
        <w:rPr>
          <w:rFonts w:ascii="Times New Roman" w:hAnsi="Times New Roman" w:eastAsia="Times New Roman" w:cs="Times New Roman"/>
        </w:rPr>
        <w:t>2012</w:t>
      </w:r>
      <w:r>
        <w:t>年）》基础上，增补历年来批准增设、列 入目录的新专业，于</w:t>
      </w:r>
      <w:r>
        <w:rPr>
          <w:rFonts w:ascii="Times New Roman" w:hAnsi="Times New Roman" w:eastAsia="Times New Roman" w:cs="Times New Roman"/>
        </w:rPr>
        <w:t>2024</w:t>
      </w:r>
      <w:r>
        <w:t>年整理而成。</w:t>
      </w:r>
    </w:p>
    <w:p w14:paraId="7AE92AA2">
      <w:pPr>
        <w:pStyle w:val="2"/>
        <w:spacing w:line="225" w:lineRule="auto"/>
        <w:ind w:left="164" w:right="158" w:firstLine="480"/>
        <w:jc w:val="both"/>
      </w:pPr>
      <w:r>
        <w:rPr>
          <w:rFonts w:ascii="Times New Roman" w:hAnsi="Times New Roman" w:eastAsia="Times New Roman" w:cs="Times New Roman"/>
        </w:rPr>
        <w:t>2.</w:t>
      </w:r>
      <w:r>
        <w:t>专业目录包含基本专业和特设专业。基本专业一般是指学科基础比较成熟、社会需求相对 稳定、布点数量相对较多、继承性较好的专业。特设专业是满足经济社会发展特殊需求所设置的 专业，在专业代码后加“</w:t>
      </w:r>
      <w:r>
        <w:rPr>
          <w:rFonts w:ascii="Times New Roman" w:hAnsi="Times New Roman" w:eastAsia="Times New Roman" w:cs="Times New Roman"/>
        </w:rPr>
        <w:t>T</w:t>
      </w:r>
      <w:r>
        <w:t>”表示。</w:t>
      </w:r>
    </w:p>
    <w:p w14:paraId="0CD80042">
      <w:pPr>
        <w:pStyle w:val="2"/>
        <w:spacing w:before="15" w:line="316" w:lineRule="exact"/>
        <w:ind w:left="164" w:right="218" w:firstLine="480"/>
        <w:jc w:val="both"/>
      </w:pPr>
      <w:r>
        <w:rPr>
          <w:rFonts w:ascii="Times New Roman" w:hAnsi="Times New Roman" w:eastAsia="Times New Roman" w:cs="Times New Roman"/>
        </w:rPr>
        <w:t>3.</w:t>
      </w:r>
      <w:r>
        <w:t>专业目录中涉及国家安全、特殊行业等专业由国家控制布点，称为国家控制布点专业，在 专业代码后加“</w:t>
      </w:r>
      <w:r>
        <w:rPr>
          <w:rFonts w:ascii="Times New Roman" w:hAnsi="Times New Roman" w:eastAsia="Times New Roman" w:cs="Times New Roman"/>
        </w:rPr>
        <w:t>K</w:t>
      </w:r>
      <w:r>
        <w:t>”表示。</w:t>
      </w:r>
    </w:p>
    <w:p w14:paraId="57498910">
      <w:pPr>
        <w:spacing w:before="5" w:line="240" w:lineRule="auto"/>
        <w:rPr>
          <w:rFonts w:ascii="仿宋_GB2312" w:hAnsi="仿宋_GB2312" w:eastAsia="仿宋_GB2312" w:cs="仿宋_GB2312"/>
          <w:sz w:val="8"/>
          <w:szCs w:val="8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793"/>
        <w:gridCol w:w="1272"/>
        <w:gridCol w:w="2604"/>
        <w:gridCol w:w="1740"/>
        <w:gridCol w:w="1276"/>
        <w:gridCol w:w="809"/>
      </w:tblGrid>
      <w:tr w14:paraId="11C8DB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E90A9B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12517A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7026DA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1A5E1A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0F8077E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7147AD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8EE598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247079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64C8E9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哲学</w:t>
            </w:r>
          </w:p>
        </w:tc>
      </w:tr>
      <w:tr w14:paraId="711FD0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53E974"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AEB4F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60A37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010101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63BC9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2D267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484EF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D86EA6"/>
        </w:tc>
      </w:tr>
      <w:tr w14:paraId="6463E8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EE1375"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AAE11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07C7C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010102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A8393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逻辑学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27188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9BE9A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0AEE51"/>
        </w:tc>
      </w:tr>
      <w:tr w14:paraId="0E5CBD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D04996"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9457D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82195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010103K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BDBC7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宗教学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F1087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BDE8E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C0682B"/>
        </w:tc>
      </w:tr>
      <w:tr w14:paraId="4B668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32739E"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64174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84ACF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010104T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ED447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伦理学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1FE81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3424D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9580BC"/>
        </w:tc>
      </w:tr>
      <w:tr w14:paraId="62803B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427251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经济学</w:t>
            </w:r>
          </w:p>
        </w:tc>
      </w:tr>
      <w:tr w14:paraId="04134C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68EADD"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49241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2D9EA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020101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127AB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F04C3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42A5A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773077"/>
        </w:tc>
      </w:tr>
      <w:tr w14:paraId="4837B9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A64569"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24E62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2FA0F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020102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7F551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经济统计学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A3EC5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DD09C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A7FB15"/>
        </w:tc>
      </w:tr>
      <w:tr w14:paraId="7A1549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9637F1"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6B3F2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2B9DA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020103T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CF775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国民经济管理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AA98F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A0C37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DA521E"/>
        </w:tc>
      </w:tr>
      <w:tr w14:paraId="2DE4BF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158CB0"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25ADB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45FAB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020104T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EF4A6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资源与环境经济学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8DD97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3D246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D7AF35"/>
        </w:tc>
      </w:tr>
      <w:tr w14:paraId="4BFB4D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8ED56C"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9E147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61DF7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020105T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983C3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商务经济学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1DB5E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D383F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9F6B39"/>
        </w:tc>
      </w:tr>
      <w:tr w14:paraId="0A1F0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73A33E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787CE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B28A5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020106T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8051B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能源经济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010B1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A2E0E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C46864"/>
        </w:tc>
      </w:tr>
      <w:tr w14:paraId="187345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538902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40B4F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E0666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020107T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BE1E1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劳动经济学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6BA09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29075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8133A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24D35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97E3B1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4A565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9DDDB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020108T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01989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57477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F6F85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CE2A8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3ED991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D3D756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D7530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85BF2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020109T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B5783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数字经济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26E49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7C96A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02A14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71CA73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FF94A8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C7973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财政学类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9D8E6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020201K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ADD8F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财政学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CB90C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17938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18A028"/>
        </w:tc>
      </w:tr>
      <w:tr w14:paraId="7058C8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697485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6F817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财政学类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B9409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020202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9D712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税收学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6C2F8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1F4C4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23F8C2"/>
        </w:tc>
      </w:tr>
      <w:tr w14:paraId="7068C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8136CB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70FBC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财政学类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847A3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020203TK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B0734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国际税收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66FEC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CA48F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119CE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693E52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2FA2B7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C9333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ED3C6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020301K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AD969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193E9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CC014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8868D1"/>
        </w:tc>
      </w:tr>
      <w:tr w14:paraId="538DC4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81DB19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9D565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C36E5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020302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BFF12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36169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E2979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3E71B6"/>
        </w:tc>
      </w:tr>
      <w:tr w14:paraId="05A1F0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C9371E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7E74A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1FDBE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020303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1CB0B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保险学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37847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34D07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52C4C0"/>
        </w:tc>
      </w:tr>
      <w:tr w14:paraId="71BD5C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7B783D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A62E6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34EB6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020304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FF3FC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投资学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30A3E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70CE2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DF138E"/>
        </w:tc>
      </w:tr>
      <w:tr w14:paraId="1CF49D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A34F1E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2E54A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4AAD0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020305T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5A647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金融数学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488F4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4D8CE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185D75"/>
        </w:tc>
      </w:tr>
      <w:tr w14:paraId="157100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28E3D3B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BBD28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F1B37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020306T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E5410D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信用管理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51495F5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管理学,经济学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059D6AC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F00A2F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 w14:paraId="7E0002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57AD69C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DBBBF6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D4F3FE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020307T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74E15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经济与金融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D5ACB7B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19CCD78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F3813D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 w14:paraId="54373D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DEE050E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3B3D63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BD2FCE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020308T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2395D0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精算学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DDE4BB0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5102990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9E3CAA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2015</w:t>
            </w:r>
          </w:p>
        </w:tc>
      </w:tr>
    </w:tbl>
    <w:p w14:paraId="4F1207F2"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type w:val="continuous"/>
          <w:pgSz w:w="11910" w:h="16840"/>
          <w:pgMar w:top="1120" w:right="760" w:bottom="720" w:left="740" w:header="720" w:footer="720" w:gutter="0"/>
          <w:pgNumType w:fmt="decimal"/>
          <w:cols w:space="720" w:num="1"/>
        </w:sectPr>
      </w:pPr>
    </w:p>
    <w:p w14:paraId="15E93873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793"/>
        <w:gridCol w:w="1284"/>
        <w:gridCol w:w="2592"/>
        <w:gridCol w:w="1728"/>
        <w:gridCol w:w="1288"/>
        <w:gridCol w:w="809"/>
      </w:tblGrid>
      <w:tr w14:paraId="3295E4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0A03F0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7AD053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6744B1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C67BF4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B44E672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97C047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CFDEAD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6114CE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96C197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FDE07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78D86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020309T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81018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互联网金融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43E3B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89BE2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2437D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B0314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6F0AE1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42233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DDE1E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020310T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16E04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金融科技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132E1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07163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846FF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43DD85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838D21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8407F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790F9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020311TK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208D9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金融审计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6A8F7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FF2A5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88F9B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7F39E5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CD6674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A635C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经济与贸易类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5AE54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020401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88C3A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国际经济与贸易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D0E47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3D71C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582495"/>
        </w:tc>
      </w:tr>
      <w:tr w14:paraId="511832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4B4D9C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CB9C8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经济与贸易类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CE743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020402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47754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贸易经济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0122E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F4C85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07A5F1"/>
        </w:tc>
      </w:tr>
      <w:tr w14:paraId="312AC8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B4425C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D5DB7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经济与贸易类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16281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020403T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0CD65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国际经济发展合作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1C874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DF877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C13E1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72875C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4243DE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法学</w:t>
            </w:r>
          </w:p>
        </w:tc>
      </w:tr>
      <w:tr w14:paraId="5314ED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FBCB9F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8A233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8CDFD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030101K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3E740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C9A84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59009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37E21B"/>
        </w:tc>
      </w:tr>
      <w:tr w14:paraId="6ABE6D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BCB520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1C03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C2A8B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1E4C0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知识产权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40842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739AB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79E27B"/>
        </w:tc>
      </w:tr>
      <w:tr w14:paraId="4E5179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D37745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1D9F0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FA316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9B26C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监狱学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B3A0E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6D837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4D510B"/>
        </w:tc>
      </w:tr>
      <w:tr w14:paraId="5E8B26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15C9A1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B5A2E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7A0C5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A8C41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信用风险管理与法律防控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16805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E6009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C4EB8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11B9CD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00EB81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BA93E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E2757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4893F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国际经贸规则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C8530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93548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0E7E0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3A6E9E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FCEA04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09AE8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0740D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030106TK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FA13B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司法警察学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7BC6B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BF465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EFA15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31BB68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4F94F6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48A2A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2768B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030107TK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DBE3A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社区矫正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45ABD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9B051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1E9F5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45B2C4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936A0F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0CD1F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09D32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030108TK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8EC70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纪检监察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9B844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5056E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384B6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2B42C4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1341A4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C5FDC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E0561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030109TK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FBDA1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国际法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C38BC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241DB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4011A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3BA7D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DC66FB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B3761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99299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030110TK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F0727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司法鉴定学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2EE18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43EBF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D601A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07D21A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9FC973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EF970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FBE58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030111TK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A244C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国家安全学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E38CA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0F3B5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D9D0C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3B6D0F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48424D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7E615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DDE44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030112TK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104B3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海外利益安全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BCC79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E22E3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5FB8A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1F3F1C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693292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07417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0B2C8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030201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9A2F7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政治学与行政学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A8B0D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61F73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F8954F"/>
        </w:tc>
      </w:tr>
      <w:tr w14:paraId="7740DE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35C3FF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3B275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45DE1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030202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99562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国际政治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B80457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A3590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EE73F4"/>
        </w:tc>
      </w:tr>
      <w:tr w14:paraId="7C73B2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B7788B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2F300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3C893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030203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96A3D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外交学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CE9832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42B0C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2B12A3"/>
        </w:tc>
      </w:tr>
      <w:tr w14:paraId="0B48CF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7B4577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86E5B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E6793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030204T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8F3B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国际事务与国际关系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24D538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1F7F0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D33568"/>
        </w:tc>
      </w:tr>
      <w:tr w14:paraId="7A6DAD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7175F6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10CE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75695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030205T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E1157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政治学、经济学与哲学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6EBF29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83593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C0CB76"/>
        </w:tc>
      </w:tr>
      <w:tr w14:paraId="229897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073EDF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06971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D0E27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030206TK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E4C4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国际组织与全球治理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9F7A44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10641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C085C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1522FA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D504DD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9FABA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A88CD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030301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B68E1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639F5E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D4080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FC2869"/>
        </w:tc>
      </w:tr>
      <w:tr w14:paraId="0177F3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E84E60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DF5EA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4F82E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030302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9E84B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社会工作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EE029E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EA6F5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D53058"/>
        </w:tc>
      </w:tr>
      <w:tr w14:paraId="31E41E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45B149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B7C2E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5A42A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030303T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B5C48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人类学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B65A7D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731EC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8AEB17"/>
        </w:tc>
      </w:tr>
      <w:tr w14:paraId="6B20EA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B74BD8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9AE10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9D437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030304T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54FB5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女性学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642C0D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DFF88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8C8F7B"/>
        </w:tc>
      </w:tr>
      <w:tr w14:paraId="00C451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4E1189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F21C6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DB063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030305T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45841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家政学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528792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A2507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E03AA1"/>
        </w:tc>
      </w:tr>
      <w:tr w14:paraId="005F9F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B63CF7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25D73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72D1A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030306T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AF00D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老年学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38CF22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78660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4974D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092427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DCAE26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1EA09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0ED57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030307T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823A8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社会政策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B6FBDF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366AD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474B3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24700B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4400A4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3420C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民族学类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CF52B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030401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8282D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民族学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3C5C97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E8627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5942B7"/>
        </w:tc>
      </w:tr>
      <w:tr w14:paraId="1A4489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04C684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39AFE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马克思主义理论类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1B008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030501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ADF29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科学社会主义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9F09EA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F1ED4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FDACEA"/>
        </w:tc>
      </w:tr>
      <w:tr w14:paraId="175D71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2D48EC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68AA2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马克思主义理论类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DB156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030502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26EDC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中国共产党历史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97AF35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5CC2C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DFF32D"/>
        </w:tc>
      </w:tr>
      <w:tr w14:paraId="664916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9F3F2E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689B5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马克思主义理论类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9406A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030503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0A314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思想政治教育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C19DFC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61289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0A37F1"/>
        </w:tc>
      </w:tr>
      <w:tr w14:paraId="0A3337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F5253C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80A96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马克思主义理论类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01A35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030504T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90172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马克思主义理论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1F57AF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4245A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CF7FC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2AACBC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2BC245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20C44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马克思主义理论类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9BBC0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030505TK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63DE1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工会学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11B62D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12C9C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4964F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2D052FEE"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B56231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E0B25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0D858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030601K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1199C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治安学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9BA28C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432B6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986961"/>
        </w:tc>
      </w:tr>
      <w:tr w14:paraId="6E3783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478D57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AC201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31764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030602K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AA295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侦查学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72FA89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C50E3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D1E3B8"/>
        </w:tc>
      </w:tr>
      <w:tr w14:paraId="4D6EB2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7482A0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1CDB2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07A27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030603K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BEEF6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边防管理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3A6588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1FC7E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81F5B5"/>
        </w:tc>
      </w:tr>
      <w:tr w14:paraId="69EA3BBE"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71E922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9155A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300CD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030604TK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8300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禁毒学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501BCA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7A1E5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6D1110"/>
        </w:tc>
      </w:tr>
      <w:tr w14:paraId="5ABE59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DC085B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96EFC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25015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030605TK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178C0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警犬技术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A3A223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D12CE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19DA95"/>
        </w:tc>
      </w:tr>
    </w:tbl>
    <w:p w14:paraId="15C39F47"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493E2A00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793"/>
        <w:gridCol w:w="1296"/>
        <w:gridCol w:w="2580"/>
        <w:gridCol w:w="1728"/>
        <w:gridCol w:w="1288"/>
        <w:gridCol w:w="809"/>
      </w:tblGrid>
      <w:tr w14:paraId="24704C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A2D32B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6D7DBA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6CA414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2D659D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20C2B2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96514E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123A74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51D21B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8EE63E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61BE8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8528A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030606TK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DC1AD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经济犯罪侦查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004E59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DCB7C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E8203D"/>
        </w:tc>
      </w:tr>
      <w:tr w14:paraId="7B4886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BB487A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A5774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34C8F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030607TK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87C5C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边防指挥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2D3B2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B5757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E26F3A"/>
        </w:tc>
      </w:tr>
      <w:tr w14:paraId="5D4AC6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FC4046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CFE0E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27ECF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030608TK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42D63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消防指挥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98544E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EBDFD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DA4113"/>
        </w:tc>
      </w:tr>
      <w:tr w14:paraId="0A039B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4C955E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2E72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547CD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030609TK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AA655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警卫学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004F14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FF39D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EB351A"/>
        </w:tc>
      </w:tr>
      <w:tr w14:paraId="5C01FF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02E4A8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7F9D8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1235B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030610TK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0ECC6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公安情报学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83DD89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29ED7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979EDE"/>
        </w:tc>
      </w:tr>
      <w:tr w14:paraId="4CBD69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4ED9E7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6791C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4C65F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030611TK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F2F69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犯罪学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84E75A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1ACA3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95A155"/>
        </w:tc>
      </w:tr>
      <w:tr w14:paraId="40EC35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03F8AB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62DE0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F4ADA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030612TK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24C70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公安管理学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1FB7C3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61849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1C6503"/>
        </w:tc>
      </w:tr>
      <w:tr w14:paraId="43C055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FC8FA1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DDEF3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792DD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030613TK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DDFAC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涉外警务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BEB93F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321B9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D4E35D"/>
        </w:tc>
      </w:tr>
      <w:tr w14:paraId="42BD6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4E5835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87FC2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5965B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030614TK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C331A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国内安全保卫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D07E3E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31ED5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014B65"/>
        </w:tc>
      </w:tr>
      <w:tr w14:paraId="4341CE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39D2E6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34682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76C70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030615TK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B806E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警务指挥与战术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8D1F4F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28578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EC1179"/>
        </w:tc>
      </w:tr>
      <w:tr w14:paraId="491228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3C635D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39E0E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CD7B9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030616TK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518FB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技术侦查学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AD1811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5828C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2C28E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0615CC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EE07C3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69FB1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6554A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030617TK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F7E6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海警执法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0A08B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139CB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59A90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47C566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7DA73B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1FF21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9020B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030618TK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A1C90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公安政治工作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1D83B6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F132F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73409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1CA6DC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A47A2C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5B56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F85B3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030619TK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15CD0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移民管理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378164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CA307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7DAA7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0B850D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F9B857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9BA42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950CF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030620TK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16424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出入境管理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5E89A0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DBB77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C2630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54682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64BA91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84893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B273B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030621TK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9F107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反恐警务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C30149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9ED09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81835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67CF30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7BF00B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0CB5B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7B633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030622TK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D441E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消防政治工作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B604F2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955CE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43488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7EF335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F14B97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D3027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74057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030623TK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E02CA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铁路警务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283D00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F5381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890D5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7A3A8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DAE784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教育学</w:t>
            </w:r>
          </w:p>
        </w:tc>
      </w:tr>
      <w:tr w14:paraId="18843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3B175B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5C926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74126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040101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F2F7E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AF07C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F6249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AB3926"/>
        </w:tc>
      </w:tr>
      <w:tr w14:paraId="168CE0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708927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8C89F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D8F84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040102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60880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科学教育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6C967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AF333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6D96F6"/>
        </w:tc>
      </w:tr>
      <w:tr w14:paraId="07DD4C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902FB8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52EAE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087BC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040103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6AAF9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人文教育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9331F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C141C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A841EF"/>
        </w:tc>
      </w:tr>
      <w:tr w14:paraId="0663D5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173C56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88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81A5B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02456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040104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33B31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教育技术学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78F993E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w w:val="90"/>
                <w:sz w:val="22"/>
                <w:szCs w:val="22"/>
              </w:rPr>
              <w:t>工学,理学,教育学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550707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9CA593"/>
        </w:tc>
      </w:tr>
      <w:tr w14:paraId="189E53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6500E1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89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AEE3F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D6867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040105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10FB5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67D1D57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艺术学,教育学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CC88AC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A90EC7"/>
        </w:tc>
      </w:tr>
      <w:tr w14:paraId="0E539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CA74D5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915AD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5A8E2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040106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48FA3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学前教育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97F59C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0D0D9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3A67BD"/>
        </w:tc>
      </w:tr>
      <w:tr w14:paraId="01861F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B28FAF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EBEF0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E36E0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040107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E1AD2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小学教育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4074AF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B872A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948951"/>
        </w:tc>
      </w:tr>
      <w:tr w14:paraId="3C906C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A9A94E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6251A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18EBA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040108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D10E5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特殊教育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9A9BBD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23303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468EC6"/>
        </w:tc>
      </w:tr>
      <w:tr w14:paraId="73F26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5DFDCC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F8724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82EC9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040109T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C6C87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华文教育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4443DC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A6935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532A60"/>
        </w:tc>
      </w:tr>
      <w:tr w14:paraId="50F37D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CDB852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7716A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F87B4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040110TK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B5BE2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教育康复学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459C91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21906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4C6F2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2012</w:t>
            </w:r>
          </w:p>
        </w:tc>
      </w:tr>
      <w:tr w14:paraId="66599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BB8EED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95336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942B5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040111T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4370B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卫生教育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EDB71B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24BE6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BD18C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486BA8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AD2C7B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9FA7B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B15B0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040112T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187AB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认知科学与技术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745841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C48B1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0524D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3CF944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58EDCC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45C68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AA8C7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040113T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44DD7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融合教育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186A55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4E998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B8D60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38F043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5B2912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81E24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BF354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040114TK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AB8CF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劳动教育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5E99C0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5C5AD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059F0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79C218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82689E"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808EA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519D4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040115T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0E0B3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家庭教育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7C70E8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14B26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8B267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33BB78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528FF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2BADA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09863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040116TK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87308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孤独症儿童教育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CEC116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0BCFA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197E5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69A889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88104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B83BA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A5914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322DE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5AAAD3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B6E47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90853F"/>
        </w:tc>
      </w:tr>
      <w:tr w14:paraId="27916C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2BEAB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898C1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91C33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040202K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31572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运动训练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07FE72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FA0AF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4DB0A3"/>
        </w:tc>
      </w:tr>
      <w:tr w14:paraId="32F434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3D19C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02077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7749E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040203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5BE73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社会体育指导与管理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BF3D08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B5F7D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CC5209"/>
        </w:tc>
      </w:tr>
      <w:tr w14:paraId="5C10D6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60A45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958A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E289C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040204K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F0A94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武术与民族传统体育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323544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48E16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4D6146"/>
        </w:tc>
      </w:tr>
      <w:tr w14:paraId="104F54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4B108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A27BF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1F14A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040205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3EF65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运动人体科学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0AFB8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6B704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6F3779"/>
        </w:tc>
      </w:tr>
    </w:tbl>
    <w:p w14:paraId="7F8BF058"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0CC36D9C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805"/>
        <w:gridCol w:w="1272"/>
        <w:gridCol w:w="2592"/>
        <w:gridCol w:w="1728"/>
        <w:gridCol w:w="1288"/>
        <w:gridCol w:w="809"/>
      </w:tblGrid>
      <w:tr w14:paraId="04A82D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0A648A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6E9BFD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8F6B46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08F13F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7B6D0B9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758028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E90C03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7AFA5B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A4EF6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106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08BE8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4D39E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040206T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EA40F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运动康复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69D0F2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640798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D26525"/>
        </w:tc>
      </w:tr>
      <w:tr w14:paraId="7A6339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F97F7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107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9CF1A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F458A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46831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休闲体育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52E8C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E25C7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91F5D6"/>
        </w:tc>
      </w:tr>
      <w:tr w14:paraId="689773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9E3AF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98A90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3300F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B114D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体能训练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90EF6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EAF43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988DC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5943DD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379E1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39B32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0ACEC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7A0C0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冰雪运动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54E64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9169F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2B567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266646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B0BA5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BD2EF1F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7B9C0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040210TK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CFCB4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电子竞技运动与管理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EB29D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6E3DC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9F3AE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05CA55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5D9B15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  <w:lang w:val="en-US" w:eastAsia="en-US"/>
              </w:rPr>
            </w:pPr>
            <w:r>
              <w:rPr>
                <w:rFonts w:ascii="Times New Roman"/>
                <w:sz w:val="22"/>
              </w:rPr>
              <w:t>111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DC93291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2541929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  <w:lang w:val="en-US" w:eastAsia="en-US"/>
              </w:rPr>
            </w:pPr>
            <w:r>
              <w:rPr>
                <w:rFonts w:ascii="Times New Roman"/>
                <w:sz w:val="22"/>
              </w:rPr>
              <w:t>04021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1</w:t>
            </w:r>
            <w:r>
              <w:rPr>
                <w:rFonts w:ascii="Times New Roman"/>
                <w:sz w:val="22"/>
              </w:rPr>
              <w:t>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F72E500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  <w:lang w:val="en-US" w:eastAsia="en-US"/>
              </w:rPr>
            </w:pPr>
            <w:r>
              <w:rPr>
                <w:rFonts w:ascii="Times New Roman"/>
                <w:sz w:val="22"/>
              </w:rPr>
              <w:t>智能体育工程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03BEC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工学,教育</w:t>
            </w:r>
            <w:r>
              <w:rPr>
                <w:rFonts w:ascii="宋体" w:hAnsi="宋体" w:eastAsia="宋体" w:cs="宋体"/>
                <w:spacing w:val="-10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89D1376"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D34D2BB">
            <w:pPr>
              <w:pStyle w:val="9"/>
              <w:spacing w:before="22" w:line="240" w:lineRule="auto"/>
              <w:ind w:left="177" w:leftChars="0" w:right="0" w:rightChars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6C9EBE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8391A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38BB4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0AA13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040212TK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D4BD2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体育旅游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13FFF0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AA8E2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1B204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642DBD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F81B762">
            <w:pPr>
              <w:pStyle w:val="9"/>
              <w:spacing w:before="22" w:line="240" w:lineRule="auto"/>
              <w:ind w:left="15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11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0D888D7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503F04B"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/>
                <w:sz w:val="22"/>
              </w:rPr>
              <w:t>04021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3</w:t>
            </w:r>
            <w:r>
              <w:rPr>
                <w:rFonts w:ascii="Times New Roman"/>
                <w:sz w:val="22"/>
              </w:rPr>
              <w:t>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9D0A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运动能力开发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388AC8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教育学,理</w:t>
            </w:r>
            <w:r>
              <w:rPr>
                <w:rFonts w:ascii="宋体" w:hAnsi="宋体" w:eastAsia="宋体" w:cs="宋体"/>
                <w:spacing w:val="-10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23CA8B5"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A4DB7A9">
            <w:pPr>
              <w:pStyle w:val="9"/>
              <w:spacing w:before="22" w:line="240" w:lineRule="auto"/>
              <w:ind w:left="177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201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9</w:t>
            </w:r>
          </w:p>
        </w:tc>
      </w:tr>
      <w:tr w14:paraId="1E84A3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39334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24739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14C5B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040214TK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28135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足球运动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77867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5959C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29343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51D024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91869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818E0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F3E62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040215TK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4D631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马术运动与管理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1970E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5BA15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07976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32304E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835E1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85CAA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54C6E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040216T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8D157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体育康养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D91E0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C37AE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AE9D4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7F9EA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141426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文学</w:t>
            </w:r>
          </w:p>
        </w:tc>
      </w:tr>
      <w:tr w14:paraId="03C817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071C6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B48CC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48C01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E8393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汉语言文学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F9292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C1CFB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CB1D72"/>
        </w:tc>
      </w:tr>
      <w:tr w14:paraId="69C80E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F1F48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E846B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4D69C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C7EEF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汉语言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F22C3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CEF1F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2735FE"/>
        </w:tc>
      </w:tr>
      <w:tr w14:paraId="479F7F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D8EE8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03BCB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509B5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956B5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汉语国际教育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8D84A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F3552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5900D6"/>
        </w:tc>
      </w:tr>
      <w:tr w14:paraId="51312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BF73C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5F7A0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708FA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EBFFA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中国少数民族语言文学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5082F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9FDDA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43BEB4"/>
        </w:tc>
      </w:tr>
      <w:tr w14:paraId="2D965A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7F802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2DC09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D160C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050105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248AB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古典文献学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AB3219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D6111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EDF647"/>
        </w:tc>
      </w:tr>
      <w:tr w14:paraId="4E25AF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F78F6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6AF98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9002A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D2A02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应用语言学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1E1B9A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56FA2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31591D"/>
        </w:tc>
      </w:tr>
      <w:tr w14:paraId="51E47E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0C3B3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72CED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AFE35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17A7A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秘书学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C2910A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3FBBE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5CEF1E"/>
        </w:tc>
      </w:tr>
      <w:tr w14:paraId="69615E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60BF7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2619E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105BC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6A547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中国语言与文化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2C5A3C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F73EB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1348C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EF1D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4A87E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117CB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6732B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15FCD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手语翻译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56542A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64CED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ED039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E0D37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FD7A9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B2160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E8B9D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050110T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2AB55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数字人文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1D010D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BA91B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57B28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02A022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8021E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DE5B0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1995A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050111T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10222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中国古典学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2C372A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FFC5E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8A05E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04A0F2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CF938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8D71B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412A4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050112T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E9045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汉学与中国学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E5569C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5E823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D0567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2B02E7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BA377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2E6AE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D3DC3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050113T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50A7D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应用中文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01D173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C11C0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7E7B2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72E9B0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CC65C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34392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29C0D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298E4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英语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153FCE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68B75F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四年,五年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9F25DA"/>
        </w:tc>
      </w:tr>
      <w:tr w14:paraId="3859BC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BA445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8BFE4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2B13F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B0884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俄语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F5DCFD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A06C8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7C2E7F"/>
        </w:tc>
      </w:tr>
      <w:tr w14:paraId="13043D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2EED5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148DA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8D230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8E873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德语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07DC3C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1B14C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C757A6"/>
        </w:tc>
      </w:tr>
      <w:tr w14:paraId="44FA1A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C1A34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BDE76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50DF7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7AB02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E1EFBA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D0E7D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73BAB9"/>
        </w:tc>
      </w:tr>
      <w:tr w14:paraId="20CF65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9E6DB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7E989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4BD7C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050205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91029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西班牙语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955E26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FC8C0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E68C07"/>
        </w:tc>
      </w:tr>
      <w:tr w14:paraId="1118AE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553AE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A7433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8E850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050206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DBA75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阿拉伯语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6D51C8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28226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FE2F51"/>
        </w:tc>
      </w:tr>
      <w:tr w14:paraId="670629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83D51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444D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58E9C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050207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B035B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日语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35A0AE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06DD5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EE3058"/>
        </w:tc>
      </w:tr>
      <w:tr w14:paraId="4041EE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946FE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6B87C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9F4C7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050208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21053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波斯语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E423D8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89B91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AE8279"/>
        </w:tc>
      </w:tr>
      <w:tr w14:paraId="1278E4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25CB6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25BB8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3241E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050209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992B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朝鲜语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2A8160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C4C9A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55D394"/>
        </w:tc>
      </w:tr>
      <w:tr w14:paraId="3B63A2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0E854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7BAB7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DF13D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050210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E5E19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菲律宾语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25F04B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A89D4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8D0E32"/>
        </w:tc>
      </w:tr>
      <w:tr w14:paraId="6FD665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BD5E1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344C6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760AE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406F8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梵语巴利语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7E2776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81AB5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5373D2"/>
        </w:tc>
      </w:tr>
      <w:tr w14:paraId="79D6EE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98564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B76FB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409C9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500A3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印度尼西亚语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98B299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0E233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F31E2B"/>
        </w:tc>
      </w:tr>
      <w:tr w14:paraId="5508DB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F7CCA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416A9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585A1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1E331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印地语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CF3E69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24FCC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43172D"/>
        </w:tc>
      </w:tr>
      <w:tr w14:paraId="7FD9F3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E1A23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0FD27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9F87E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FD6C1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柬埔寨语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E74091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6E3E0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889587"/>
        </w:tc>
      </w:tr>
      <w:tr w14:paraId="258F6A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A3B88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360B2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2DF7F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050215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FDAD5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老挝语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1EE928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1BA02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A09E7A"/>
        </w:tc>
      </w:tr>
    </w:tbl>
    <w:p w14:paraId="6BFAC8A6"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658ABF39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805"/>
        <w:gridCol w:w="1272"/>
        <w:gridCol w:w="2580"/>
        <w:gridCol w:w="1728"/>
        <w:gridCol w:w="1300"/>
        <w:gridCol w:w="809"/>
      </w:tblGrid>
      <w:tr w14:paraId="5B562F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45386F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73F9C5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21227D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283AE09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1885B4D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E6B535B">
            <w:pPr>
              <w:pStyle w:val="9"/>
              <w:spacing w:before="108" w:line="240" w:lineRule="auto"/>
              <w:ind w:left="213"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23EDE8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6EE519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BD8DF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38948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C9DDD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050216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C6EAE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缅甸语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A92617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9E858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E8722E"/>
        </w:tc>
      </w:tr>
      <w:tr w14:paraId="33BB69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1CE2E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D2B0D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808CD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050217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E068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马来语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8E1899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E4A87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D802EB"/>
        </w:tc>
      </w:tr>
      <w:tr w14:paraId="544E07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71F5F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7F1EF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67D19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050218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9E5E7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蒙古语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C7DFD0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3E6AD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2317E6"/>
        </w:tc>
      </w:tr>
      <w:tr w14:paraId="780810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EDB93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1C6E0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2AC07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050219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95162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僧伽罗语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EB190E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C2142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C26B7F"/>
        </w:tc>
      </w:tr>
      <w:tr w14:paraId="36FAE2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0F120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12A54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C2B99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050220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4FAED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泰语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237C44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FF7C4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949305"/>
        </w:tc>
      </w:tr>
      <w:tr w14:paraId="3730A6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6A670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FF0E0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DD9F2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C8154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乌尔都语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00434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0F0F7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BD33AD"/>
        </w:tc>
      </w:tr>
      <w:tr w14:paraId="602A2F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0DF38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3B323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E9DBA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050222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08E0A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希伯来语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2A45DD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E908D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2F1E13"/>
        </w:tc>
      </w:tr>
      <w:tr w14:paraId="054033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260F2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79BCE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1EAAD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050223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59410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越南语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68E858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6FA8C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14C47B"/>
        </w:tc>
      </w:tr>
      <w:tr w14:paraId="1B915C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8F3FA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9E4D3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01CB1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050224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C0D7C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豪萨语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319CB8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80799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EEC7EF"/>
        </w:tc>
      </w:tr>
      <w:tr w14:paraId="28DA59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5C008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3055D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927AB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050225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D701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斯瓦希里语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02DBCD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00E7C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FA63FF"/>
        </w:tc>
      </w:tr>
      <w:tr w14:paraId="45289C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5A4D3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2AD54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A8BBF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050226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A5822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阿尔巴尼亚语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8FC7E2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B25F4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1E3889"/>
        </w:tc>
      </w:tr>
      <w:tr w14:paraId="547B2B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F10A6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3B1C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4916B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050227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7F579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保加利亚语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63E1A3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02AA7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00DAB9"/>
        </w:tc>
      </w:tr>
      <w:tr w14:paraId="456F93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606B7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FC335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09BA1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050228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86DAD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波兰语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4F0D9A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EB45A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D4F704"/>
        </w:tc>
      </w:tr>
      <w:tr w14:paraId="54408A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2AF42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28FF2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5DE92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050229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FE1BB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捷克语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AE3742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5577F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DC7A89"/>
        </w:tc>
      </w:tr>
      <w:tr w14:paraId="6A3AF2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7E79D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D1760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28921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050230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F0807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斯洛伐克语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78A2D4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B91BD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B4CEB9"/>
        </w:tc>
      </w:tr>
      <w:tr w14:paraId="15D9D8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5B133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7C9C3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67BBB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A541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罗马尼亚语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71ED60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90DCE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54A540"/>
        </w:tc>
      </w:tr>
      <w:tr w14:paraId="5B49F4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06D2C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742CE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76FBB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050232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E7C48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葡萄牙语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B84F3E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FC331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18B95B"/>
        </w:tc>
      </w:tr>
      <w:tr w14:paraId="245311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158FF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93EF9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A403E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050233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B0DDA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瑞典语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35F8D7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62B96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4B9854"/>
        </w:tc>
      </w:tr>
      <w:tr w14:paraId="530C2F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8EEC8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921BB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BCE47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050234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438F3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塞尔维亚语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ED3ADF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A3AD0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E9A9A6"/>
        </w:tc>
      </w:tr>
      <w:tr w14:paraId="14E120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D6D32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3F0A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16495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050235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14ECF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土耳其语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9604D4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A69EC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95BFB0"/>
        </w:tc>
      </w:tr>
      <w:tr w14:paraId="65C3BD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94AC5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02295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AB79F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050236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C4C72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希腊语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6CE69D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BE48D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1A26CA"/>
        </w:tc>
      </w:tr>
      <w:tr w14:paraId="6B39A6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F6F1F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5C686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F08D4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050237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39414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匈牙利语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38E39F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BC877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7B943E"/>
        </w:tc>
      </w:tr>
      <w:tr w14:paraId="5F1EA3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8D852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C53B6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8585C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050238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747BB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意大利语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B15D94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41DCE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B1B281"/>
        </w:tc>
      </w:tr>
      <w:tr w14:paraId="0DE001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32ACE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D6DA8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35673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050239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5FD61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泰米尔语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C8671C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4F4EA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B5C6E9"/>
        </w:tc>
      </w:tr>
      <w:tr w14:paraId="4670BC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59F8D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E8CC2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EEB0D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050240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F0622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普什图语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9ACE29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137BE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6010F4"/>
        </w:tc>
      </w:tr>
      <w:tr w14:paraId="05870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21072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454CE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3D2EE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6D999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世界语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85F64C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EF153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BD2EE6"/>
        </w:tc>
      </w:tr>
      <w:tr w14:paraId="1E7C9B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78AAC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45EF0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1D644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050242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E94E0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孟加拉语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D4C90C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A6D22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118D88"/>
        </w:tc>
      </w:tr>
      <w:tr w14:paraId="645614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14C84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8F783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5AE78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050243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37F7C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尼泊尔语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B4343A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20F35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ABBCD6"/>
        </w:tc>
      </w:tr>
      <w:tr w14:paraId="27C523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02B5B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D5C13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6B933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050244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96A8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克罗地亚语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4F0841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D6EDB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A7DC8A"/>
        </w:tc>
      </w:tr>
      <w:tr w14:paraId="5A3278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CD6EE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EE4C4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5905D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050245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65E09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荷兰语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80149E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1BF40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189358"/>
        </w:tc>
      </w:tr>
      <w:tr w14:paraId="44025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C45F4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7E1D5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AC1D6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050246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BBCB5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芬兰语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D328BF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4E659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59B542"/>
        </w:tc>
      </w:tr>
      <w:tr w14:paraId="4EBFE7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C5F0A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0D82C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F55E6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050247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84F86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乌克兰语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7283AB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DCB41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B53610"/>
        </w:tc>
      </w:tr>
      <w:tr w14:paraId="6A38A9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57BC5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F7055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8CC94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050248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362A1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挪威语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C313AD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2EB52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5859F2"/>
        </w:tc>
      </w:tr>
      <w:tr w14:paraId="070E97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2C24F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714FB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46C60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050249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3FBCB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丹麦语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5DC20B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C53FC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D06B66"/>
        </w:tc>
      </w:tr>
      <w:tr w14:paraId="049BEA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B31E8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A3421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F8F6D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050250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8E66F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冰岛语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B13A08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29D03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6FE8A5"/>
        </w:tc>
      </w:tr>
      <w:tr w14:paraId="276FA4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B0C0D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D5E19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F8678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648B4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爱尔兰语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99B732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766D9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E60A45"/>
        </w:tc>
      </w:tr>
      <w:tr w14:paraId="13F942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1E040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EAC0A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4D436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050252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1BC31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拉脱维亚语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2B7033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B968B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56AE57"/>
        </w:tc>
      </w:tr>
      <w:tr w14:paraId="40B2CA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9FB2B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A6AFB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5717E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050253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4D66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立陶宛语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C5BB01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C35CD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02414C"/>
        </w:tc>
      </w:tr>
      <w:tr w14:paraId="4B0AF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93F1C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09A5F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D2E68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050254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CD687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斯洛文尼亚语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F4456B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4D825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E2FE9F"/>
        </w:tc>
      </w:tr>
      <w:tr w14:paraId="57BE7C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C6184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69C1F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1258D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050255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790C4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爱沙尼亚语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B05C52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CC921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59B457"/>
        </w:tc>
      </w:tr>
      <w:tr w14:paraId="5F420F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97471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2973F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73A3F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050256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53FBF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马耳他语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0AA258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A0DCF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05E774"/>
        </w:tc>
      </w:tr>
      <w:tr w14:paraId="4FAFA5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1CA3E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B8D1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6BA0A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050257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26F6B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哈萨克语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4E4F7C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04365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3EE663"/>
        </w:tc>
      </w:tr>
      <w:tr w14:paraId="14D1FD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52F20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8BB12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41C3E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050258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59964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乌兹别克语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9FBD9E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59184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DD3A9C"/>
        </w:tc>
      </w:tr>
    </w:tbl>
    <w:p w14:paraId="5002B28E"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3C3A9136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793"/>
        <w:gridCol w:w="1284"/>
        <w:gridCol w:w="2592"/>
        <w:gridCol w:w="1716"/>
        <w:gridCol w:w="1300"/>
        <w:gridCol w:w="809"/>
      </w:tblGrid>
      <w:tr w14:paraId="5A116A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4DD3DD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8A7EDB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187825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988B5F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CB14666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9D3D84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EF625B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156F6A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18130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7BE0D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3CA99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050259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C33B8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祖鲁语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557435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6FA16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1F3343"/>
        </w:tc>
      </w:tr>
      <w:tr w14:paraId="056FD6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EFACE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7CC28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BA0A4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050260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ED5FB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拉丁语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0EEA19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B6A81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04C50E"/>
        </w:tc>
      </w:tr>
      <w:tr w14:paraId="27982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F404C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DC8DD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EB09A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A9CBD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翻译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8162DC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72856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5E8D95"/>
        </w:tc>
      </w:tr>
      <w:tr w14:paraId="6FD6C4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3186E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AAC28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CEC5B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F7297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商务英语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7C00DC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5385B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BF4FA6"/>
        </w:tc>
      </w:tr>
      <w:tr w14:paraId="7F364B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58260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C9436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27390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36E62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阿姆哈拉语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5267A5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70A70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E93EE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2012</w:t>
            </w:r>
          </w:p>
        </w:tc>
      </w:tr>
      <w:tr w14:paraId="779B0A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BD96B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6B879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6C858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7C830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吉尔吉斯语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06DA7E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80413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C86F2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2012</w:t>
            </w:r>
          </w:p>
        </w:tc>
      </w:tr>
      <w:tr w14:paraId="3AA2D8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306C3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1022E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27959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174AA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索马里语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AC7070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17D33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3EBB1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2013</w:t>
            </w:r>
          </w:p>
        </w:tc>
      </w:tr>
      <w:tr w14:paraId="53E197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F76B3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95DC1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FF9B0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B66FB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土库曼语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233B95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8D59E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E41C3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2014</w:t>
            </w:r>
          </w:p>
        </w:tc>
      </w:tr>
      <w:tr w14:paraId="0470EC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E5E2B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1EE55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D4A03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89A6F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加泰罗尼亚语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FD95D0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491FE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CC41D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2014</w:t>
            </w:r>
          </w:p>
        </w:tc>
      </w:tr>
      <w:tr w14:paraId="54FC76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30053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9BBF6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5469F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B9081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约鲁巴语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2B4DD3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7599E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A92BB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2014</w:t>
            </w:r>
          </w:p>
        </w:tc>
      </w:tr>
      <w:tr w14:paraId="774E6E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CA5FE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4D08D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8D917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47455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亚美尼亚语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30F786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510E6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0681E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7574C5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9DF2F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A7F60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C2CFC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BFB96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马达加斯加语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25FB6C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04A25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6971A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47A33C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D6D06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1E659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0D924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032ED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格鲁吉亚语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06644A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3A11F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C8227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48B658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46F05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0055B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71CC4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05DB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阿塞拜疆语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81F42E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39EDB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FC0BD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6AD722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6EC24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AF178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A96F0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2168B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阿非利卡语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A5DBD7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0664E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4C198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6E1694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807A3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BF1C9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BEB7F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DFCE2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马其顿语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D6B93C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35F0A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5827A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7E4D4E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F758D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9B599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7726C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7F1F8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塔吉克语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7D22D7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2F493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3A4CC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2C95FA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43B1E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A2F15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541E6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FF15D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茨瓦纳语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4A2C11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7BA04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0DDA4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49BA23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1DAF9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7D33E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EED44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B1F04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恩德贝莱语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5AFE62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690E7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8C001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0A6076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43C74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204E8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6B56F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F95F0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科摩罗语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6115C7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08250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2AC6F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6BF8BF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DD99D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C2090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62EB9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83235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克里奥尔语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27B8F9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7E324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0C6C4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6BC7DD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7B27C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F7867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F2E5D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A9380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绍纳语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F4E930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75CF1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848BC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6CFD54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1774B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0D2D0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55E6A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355DB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提格雷尼亚语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874133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28C41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60452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574479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63B17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B09E4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49CD4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499D2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白俄罗斯语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43A887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1AFC2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A1422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7327C8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B1429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31038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AD659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CF706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毛利语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853A4F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A9F1F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33BD0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77DE27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18FD3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44F67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88AE4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0C098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汤加语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621160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965F0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82944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64C06F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5065F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F7A2C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1F73E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03321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萨摩亚语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11D9FE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8F3CA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D35AE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407D69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D0762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78393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44665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3F57D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库尔德语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643C26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A1AC5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3CE9D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19E5AE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63934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316DD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5600A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055E2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比斯拉马语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C626E8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26F6F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6961D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134066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48098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E3DF7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D69B4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8F3E5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达里语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B4286E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1E1B3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865B3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225510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27325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60129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3AD60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9A1B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德顿语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39CEE1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D76E4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DA5FA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4A55BB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17F1B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2E239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09590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1492B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迪维希语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119064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FFF44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74679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22A9A2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A96AB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F044E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60BD4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4A16A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斐济语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B9C63B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9EFC3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64F47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232BE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A1F0A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AA4D0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CF783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5202C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库克群岛毛利语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80D252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9D713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84960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282135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10D55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64595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6493D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59B92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隆迪语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84FAE4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D6A6D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0FCC4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54E0A3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26D87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7F125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63056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85522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卢森堡语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0F5E65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777B2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77066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3FA6F5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0DAA0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E91C1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57823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DC31F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卢旺达语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8A7B43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52C71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3DAC5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3431A5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6BFF1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E3E81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62F32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B6635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纽埃语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359E5A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B76CC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2BA4A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2DB294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7F9EC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81A2F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3B15F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BB1A4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皮金语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87422D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5798F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08C65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470B9818"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217FD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9CEF3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CA8DA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BAA4A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切瓦语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DF1EF3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A1538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C21AB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5FE41C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12487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27566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B4FAB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7A189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塞苏陀语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504204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B2DA2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23253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6CEA05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3FCC2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6844D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B210E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5B3B6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桑戈语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00797E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E6A61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66F76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16FD07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86E90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191B4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E4675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0502100T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3DDA1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语言学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053271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982E5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ABC91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</w:tbl>
    <w:p w14:paraId="0C517EEE"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529E2E39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793"/>
        <w:gridCol w:w="1284"/>
        <w:gridCol w:w="2592"/>
        <w:gridCol w:w="1716"/>
        <w:gridCol w:w="1300"/>
        <w:gridCol w:w="809"/>
      </w:tblGrid>
      <w:tr w14:paraId="4876D9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B32F48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B942BC">
            <w:pPr>
              <w:pStyle w:val="9"/>
              <w:spacing w:before="108" w:line="240" w:lineRule="auto"/>
              <w:ind w:right="0" w:firstLine="240" w:firstLineChars="10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85BE6E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DE65D9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B3337BC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B8BA9A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82DC2A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387399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DB2D3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D231B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A4862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0502101T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F49D4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塔玛齐格特语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FF2B44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F1B8E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02C1E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6FEA3D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593EA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776AA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DA78C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0502102T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553BE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爪哇语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32DD7F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E0FBF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F21AA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26925E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A6C15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1549C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99011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E5EDD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旁遮普语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7DFDBC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DFB78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F54EA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5C0587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5DC88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2FFAC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B3B62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6CAA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53A990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5F458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7398E3"/>
        </w:tc>
      </w:tr>
      <w:tr w14:paraId="19F6EB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65ED7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5EB7A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804FF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4B44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广播电视学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0364A5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8A70B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63CE2F"/>
        </w:tc>
      </w:tr>
      <w:tr w14:paraId="3A5C5A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95891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A5FAC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12F17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B9CC7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广告学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E53D87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87F78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910730"/>
        </w:tc>
      </w:tr>
      <w:tr w14:paraId="66075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0144A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0D2E5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F7150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1D21E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传播学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7E502C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60C24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753EFF"/>
        </w:tc>
      </w:tr>
      <w:tr w14:paraId="31A57A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A1B8C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AA13D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06D89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050305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E969A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编辑出版学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6691BB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F61BC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7AF8E9"/>
        </w:tc>
      </w:tr>
      <w:tr w14:paraId="05868A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761FE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BD300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D77AE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21C83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网络与新媒体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5E8913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8915E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F81EB0"/>
        </w:tc>
      </w:tr>
      <w:tr w14:paraId="16453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BA915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B1F37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1EAA1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C5609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数字出版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8F6640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81ECF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D4BD6E"/>
        </w:tc>
      </w:tr>
      <w:tr w14:paraId="4BE054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0BB93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D88F0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9AB77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AACA8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时尚传播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F64C97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E331F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A7319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7795EB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30695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EA82C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1AF8C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566A3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国际新闻与传播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6A5CC4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34293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03AC6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1C4E58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7EE19F">
            <w:pPr>
              <w:pStyle w:val="9"/>
              <w:spacing w:before="133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0C335B">
            <w:pPr>
              <w:pStyle w:val="9"/>
              <w:spacing w:before="98"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B22AB4">
            <w:pPr>
              <w:pStyle w:val="9"/>
              <w:spacing w:before="133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050310T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9292D1">
            <w:pPr>
              <w:pStyle w:val="9"/>
              <w:spacing w:before="98"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会展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4F66C4E">
            <w:pPr>
              <w:pStyle w:val="9"/>
              <w:spacing w:before="3" w:line="272" w:lineRule="exact"/>
              <w:ind w:right="101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管理学,文</w:t>
            </w:r>
            <w:r>
              <w:rPr>
                <w:rFonts w:ascii="宋体" w:hAnsi="宋体" w:eastAsia="宋体" w:cs="宋体"/>
                <w:spacing w:val="-10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5E299FE">
            <w:pPr>
              <w:pStyle w:val="9"/>
              <w:spacing w:before="98" w:line="240" w:lineRule="auto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25916A7">
            <w:pPr>
              <w:pStyle w:val="9"/>
              <w:spacing w:before="133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2CF7C8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87F2BF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历史学</w:t>
            </w:r>
          </w:p>
        </w:tc>
      </w:tr>
      <w:tr w14:paraId="698C76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90D17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30E2C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48C20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F1BCF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E3001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F27C4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9FACDC"/>
        </w:tc>
      </w:tr>
      <w:tr w14:paraId="158FD3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A8B5E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B3053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2B188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504A2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世界史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7E4A9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E9066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89244E"/>
        </w:tc>
      </w:tr>
      <w:tr w14:paraId="56B29C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7A05F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2B5EB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AD5EB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A1ABE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考古学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B4CDE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C71ED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72736E"/>
        </w:tc>
      </w:tr>
      <w:tr w14:paraId="4B208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5B8B0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8E671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E2F78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E7380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文物与博物馆学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55BBA9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84A97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ED5E24"/>
        </w:tc>
      </w:tr>
      <w:tr w14:paraId="165C9F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52E5F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9ADBC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8E0B9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BE0A2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文物保护技术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4FE0D4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AC6CE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84AE98"/>
        </w:tc>
      </w:tr>
      <w:tr w14:paraId="65490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ACF15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249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A13A070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3AEA3C5"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/>
                <w:sz w:val="22"/>
              </w:rPr>
              <w:t>06010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6</w:t>
            </w:r>
            <w:r>
              <w:rPr>
                <w:rFonts w:ascii="Times New Roman"/>
                <w:sz w:val="22"/>
              </w:rPr>
              <w:t>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6AF9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外国语言与外国历史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8A0B3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文学,历史</w:t>
            </w:r>
            <w:r>
              <w:rPr>
                <w:rFonts w:ascii="宋体" w:hAnsi="宋体" w:eastAsia="宋体" w:cs="宋体"/>
                <w:spacing w:val="-10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B3D7D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1D89E1"/>
        </w:tc>
      </w:tr>
      <w:tr w14:paraId="51C99C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3B7E0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250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E6D1E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E011A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34D4A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文化遗产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7981C7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FC3C7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A74AE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63D94E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D4193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BF11B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74601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5349F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古文字学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9164F7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D4ADE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E3ECB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193144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2AE31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5C3C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7EA6B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28C42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科学史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7C3D9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B77D8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A931C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19DEBE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AC5BC0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理学</w:t>
            </w:r>
          </w:p>
        </w:tc>
      </w:tr>
      <w:tr w14:paraId="4337DD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A9EE8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4F87A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19C58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070101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97F5E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数学与应用数学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D6E4D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CE6E0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FB54E1"/>
        </w:tc>
      </w:tr>
      <w:tr w14:paraId="149A4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D1E17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DCC95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BF1D4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070102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49C99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信息与计算科学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7FE5C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2E01D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699156"/>
        </w:tc>
      </w:tr>
      <w:tr w14:paraId="220F65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64DB9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E7518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9BDF9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070103T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15A90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数理基础科学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38D18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09626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9BF62D"/>
        </w:tc>
      </w:tr>
      <w:tr w14:paraId="001DA0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3E534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45AC0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8F968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070104T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F5615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数据计算及应用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6709A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4A399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FFC8C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006D80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45681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338F1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02199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070201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F265C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物理学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1A5B0D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E7BD3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50E141"/>
        </w:tc>
      </w:tr>
      <w:tr w14:paraId="6001DC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43515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E8218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9483A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070202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BA77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应用物理学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AB3F0C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08F4B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E120E0"/>
        </w:tc>
      </w:tr>
      <w:tr w14:paraId="5371D6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5FB54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A9324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A6F89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070203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6F21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核物理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AE92E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6A89D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F1B37F"/>
        </w:tc>
      </w:tr>
      <w:tr w14:paraId="7F5F1B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A1AB3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BF456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CF6AB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070204T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D41C6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声学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E43136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7B676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370362"/>
        </w:tc>
      </w:tr>
      <w:tr w14:paraId="0B0E23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0758E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D6B40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166E6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070205T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9DD47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系统科学与工程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AC7DEE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D6DEB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D4E6C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31003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1A3AF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DDBB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1DE8E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070206T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F1C8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量子信息科学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3F45D9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6F944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4529B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27C30B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71D8E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9EC27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A3AD1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070301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CA2B8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D0126D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58D33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FFCE84"/>
        </w:tc>
      </w:tr>
      <w:tr w14:paraId="7477DD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44825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FD9D1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9FD55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070302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38F95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应用化学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293D5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DF87A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9EFAE5"/>
        </w:tc>
      </w:tr>
      <w:tr w14:paraId="4F2D8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ADC90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263EA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168FF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070303T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C5295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化学生物学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416B22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26C29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160912"/>
        </w:tc>
      </w:tr>
      <w:tr w14:paraId="2E7214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AC53A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B3D07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CA74E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070304T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9FC2A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分子科学与工程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81967F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EB1F2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E4D9AA"/>
        </w:tc>
      </w:tr>
      <w:tr w14:paraId="3CCFDA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AF973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A47EB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80A11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070305T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BE552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能源化学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96028E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5E9E5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DD843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0C8F4B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23F47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48138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DF052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070306T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F7F36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化学测量学与技术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9F9FA5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FF7B1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6A3BD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</w:tbl>
    <w:p w14:paraId="3EAFEF0D"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66A14C90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793"/>
        <w:gridCol w:w="1284"/>
        <w:gridCol w:w="2592"/>
        <w:gridCol w:w="1728"/>
        <w:gridCol w:w="1288"/>
        <w:gridCol w:w="809"/>
      </w:tblGrid>
      <w:tr w14:paraId="7C5B83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09EDCE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1B202D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2A727A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28374A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1857B8B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A2F382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F4AFEC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03CE35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F1FDF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264FA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53E2E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070307T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4CD32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资源化学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8960B4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E8E98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5C434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333392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5CF9B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CF0F7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天文学类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70FA4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070401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52523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天文学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793634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024BC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6A9BA0"/>
        </w:tc>
      </w:tr>
      <w:tr w14:paraId="39BE94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08F68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1EE23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地理科学类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3E308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070501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8657C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地理科学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E06F6B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EC1F4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9B5D59"/>
        </w:tc>
      </w:tr>
      <w:tr w14:paraId="01AB07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92CA3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272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311560">
            <w:pPr>
              <w:pStyle w:val="9"/>
              <w:spacing w:before="22" w:line="240" w:lineRule="auto"/>
              <w:ind w:right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地理科学类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D208B8">
            <w:pPr>
              <w:pStyle w:val="9"/>
              <w:spacing w:before="22" w:line="240" w:lineRule="auto"/>
              <w:ind w:right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070502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D1AB4F">
            <w:pPr>
              <w:pStyle w:val="9"/>
              <w:spacing w:before="22" w:line="240" w:lineRule="auto"/>
              <w:ind w:right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自然地理与资源环境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EF0F237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管理学,理学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ABDB94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DC78F5"/>
        </w:tc>
      </w:tr>
      <w:tr w14:paraId="34F61E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F645A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273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C2897D">
            <w:pPr>
              <w:pStyle w:val="9"/>
              <w:spacing w:before="22" w:line="240" w:lineRule="auto"/>
              <w:ind w:right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地理科学类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5A5CC6">
            <w:pPr>
              <w:pStyle w:val="9"/>
              <w:spacing w:before="22" w:line="240" w:lineRule="auto"/>
              <w:ind w:right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070503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2360B7">
            <w:pPr>
              <w:pStyle w:val="9"/>
              <w:spacing w:before="22" w:line="240" w:lineRule="auto"/>
              <w:ind w:right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人文地理与城乡规划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D299B11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管理学,理学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508A72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BC68CD"/>
        </w:tc>
      </w:tr>
      <w:tr w14:paraId="1C1F8E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9B32A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318B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地理科学类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71674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070504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E38C8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地理信息科学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4910E2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2B5F9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58D463"/>
        </w:tc>
      </w:tr>
      <w:tr w14:paraId="758B6B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4190C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4F5A1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大气科学类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18588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070601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E7FD0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大气科学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E9B621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BABC5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CFA5F1"/>
        </w:tc>
      </w:tr>
      <w:tr w14:paraId="38D158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BC559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FB0B0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大气科学类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5824B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070602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68672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应用气象学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F69F5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A7869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D704F1"/>
        </w:tc>
      </w:tr>
      <w:tr w14:paraId="472F65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C6E90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0405E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大气科学类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2418B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070603T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8669A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气象技术与工程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230E9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D372E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A2ACB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3DC1F1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15B94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27C9D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大气科学类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36203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070604T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39AF8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地球系统科学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E0559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9BB30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E7381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3EDAED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6BDC4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EC52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C112D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070701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C972D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681A7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7CDC5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C2A7C4"/>
        </w:tc>
      </w:tr>
      <w:tr w14:paraId="2E8707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B404E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53FA7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88F3C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070702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43008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B921E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B102A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4D0EFB"/>
        </w:tc>
      </w:tr>
      <w:tr w14:paraId="537AB9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237C3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0068E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EFFD9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070703T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F7BA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海洋资源与环境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CA4C9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333EE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06D4C5"/>
        </w:tc>
      </w:tr>
      <w:tr w14:paraId="7974B0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67700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5D71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8C216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070704T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DD8BA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军事海洋学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348AE1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303F9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CA9715"/>
        </w:tc>
      </w:tr>
      <w:tr w14:paraId="2E1388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DB5E4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FD56E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地球物理学类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08826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070801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19199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地球物理学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11E99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C7E25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5885FB"/>
        </w:tc>
      </w:tr>
      <w:tr w14:paraId="389A14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BFC80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FA269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地球物理学类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FC730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070802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C8679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空间科学与技术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40BDA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EFAFA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93644D"/>
        </w:tc>
      </w:tr>
      <w:tr w14:paraId="2E730D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59D45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B4727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地球物理学类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53AEC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070803T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904EF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防灾减灾科学与工程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836CF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40209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B3F24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53787A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7DD9A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DBEE6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地球物理学类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57E88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070804TK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63092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行星科学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C5900C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A9618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478EE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2AA466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EBF45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32BEE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352A6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070901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BD9D0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6F3F29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E122A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9E5F4C"/>
        </w:tc>
      </w:tr>
      <w:tr w14:paraId="7F1E68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6E3A4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91ADB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01E01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070902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3E230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地球化学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214B10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C5273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74551B"/>
        </w:tc>
      </w:tr>
      <w:tr w14:paraId="3E1DF7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5702D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30112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085E0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070903T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72004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地球信息科学与技术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2629A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D1AB4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853F12"/>
        </w:tc>
      </w:tr>
      <w:tr w14:paraId="2A7AA1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2A016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736A6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CF9EF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070904T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B1455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古生物学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9EAB5C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13B47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BC1CF7"/>
        </w:tc>
      </w:tr>
      <w:tr w14:paraId="295FF9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96744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DCCEB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7F90F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071001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3C357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3ADB22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C6710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AB3A41"/>
        </w:tc>
      </w:tr>
      <w:tr w14:paraId="5CB902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0B7A8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56364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64D1A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071002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F5792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4F578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C000B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D62A50"/>
        </w:tc>
      </w:tr>
      <w:tr w14:paraId="63B0CD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6FD30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3F793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15188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071003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E96AB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生物信息学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A767C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C3B10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2819F1"/>
        </w:tc>
      </w:tr>
      <w:tr w14:paraId="486592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182B9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173F4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B89A1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071004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52C0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生态学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DCCFBB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B5FA2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2B0383"/>
        </w:tc>
      </w:tr>
      <w:tr w14:paraId="4BDF3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6CD57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C45C8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2B756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071005T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1A3FA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整合科学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F44A07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0BC13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1BAAF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22DA5A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681EA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F6698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26ACE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071006T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AFAF4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神经科学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4EABF3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452AB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E9B4F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1172D5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7DB32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297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D9099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心理学类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9FD350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071101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83B094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心理学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1AB09FB">
            <w:pPr>
              <w:pStyle w:val="9"/>
              <w:spacing w:before="22" w:line="240" w:lineRule="auto"/>
              <w:ind w:right="0"/>
              <w:jc w:val="center"/>
              <w:rPr>
                <w:rFonts w:hint="eastAsia" w:ascii="Times New Roman"/>
                <w:sz w:val="22"/>
                <w:lang w:eastAsia="zh-CN"/>
              </w:rPr>
            </w:pPr>
            <w:r>
              <w:rPr>
                <w:rFonts w:ascii="Times New Roman"/>
                <w:sz w:val="22"/>
              </w:rPr>
              <w:t>教育学,理学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D144BF2"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B2E79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</w:p>
        </w:tc>
      </w:tr>
      <w:tr w14:paraId="491FAF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394B2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298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FC235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心理学类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33CF5F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071102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9267B9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应用心理学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48ABEB4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教育学,理学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8478D2F"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21AA0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</w:p>
        </w:tc>
      </w:tr>
      <w:tr w14:paraId="3A188F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E4BDD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6D310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统计学类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6571A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071201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CEAE2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统计学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F6A6BC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86D79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EF0FAC"/>
        </w:tc>
      </w:tr>
      <w:tr w14:paraId="76CED8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8A023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7EDCF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统计学类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D5236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071202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677DF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应用统计学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6DF953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DFD5A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13AA2E"/>
        </w:tc>
      </w:tr>
      <w:tr w14:paraId="13275B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29665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9DD54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统计学类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D03CD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071203T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59779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数据科学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F0337A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4FCA6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604E4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30460D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A4DF0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46F8C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统计学类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52648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071204T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C4516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生物统计学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AFDADF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33A2C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91BED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148D00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AB09E4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工学</w:t>
            </w:r>
          </w:p>
        </w:tc>
      </w:tr>
      <w:tr w14:paraId="61FA51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EAC96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C7676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力学类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D6442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080101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3BA18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理论与应用力学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DBE03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08188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2EB412"/>
        </w:tc>
      </w:tr>
      <w:tr w14:paraId="37D44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E9C5C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E7877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力学类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BD60C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080102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E4501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工程力学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5D19C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1ED06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DECB0D"/>
        </w:tc>
      </w:tr>
      <w:tr w14:paraId="0B92E2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617A6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D64A0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4E2CB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897FE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CE88A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C458B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CCA32D"/>
        </w:tc>
      </w:tr>
      <w:tr w14:paraId="2FAD8B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8E0C7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3C96F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E48AA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147DE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机械设计制造及其自动化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E6AA8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975F9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0589AA"/>
        </w:tc>
      </w:tr>
      <w:tr w14:paraId="185201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A5B70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FEFE0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4687A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B3575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材料成型及控制工程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E6830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8F424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8A001A"/>
        </w:tc>
      </w:tr>
    </w:tbl>
    <w:p w14:paraId="1341EF1D">
      <w:pPr>
        <w:spacing w:after="0"/>
        <w:sectPr>
          <w:footerReference r:id="rId7" w:type="default"/>
          <w:footerReference r:id="rId8" w:type="even"/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0F0BF2F4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806"/>
        <w:gridCol w:w="1272"/>
        <w:gridCol w:w="2592"/>
        <w:gridCol w:w="1716"/>
        <w:gridCol w:w="1299"/>
        <w:gridCol w:w="809"/>
      </w:tblGrid>
      <w:tr w14:paraId="382712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2A1602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00D049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D4D9F1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456102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BD49507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F833D6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FE0F26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050916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EB766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B9292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E900C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1AB5C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机械电子工程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51A8A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13FC5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AD1B76"/>
        </w:tc>
      </w:tr>
      <w:tr w14:paraId="3D21A3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FA0B9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9781A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EF8DC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080205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C23BD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工业设计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F2D23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68C9A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411B76"/>
        </w:tc>
      </w:tr>
      <w:tr w14:paraId="3A5D10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AFC02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4C104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A5F02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080206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A3164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过程装备与控制工程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8F5FB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94AA4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C94DA9"/>
        </w:tc>
      </w:tr>
      <w:tr w14:paraId="16AC36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12038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ED6A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664F0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080207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26F18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车辆工程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823A63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C0698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FB347E"/>
        </w:tc>
      </w:tr>
      <w:tr w14:paraId="3105C9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90F7A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1C57F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DE49D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080208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1FB8E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汽车服务工程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6F15EF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2865F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5FAF37"/>
        </w:tc>
      </w:tr>
      <w:tr w14:paraId="5E46E7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68415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6A0C2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EF1ED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17113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机械工艺技术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791413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9F65A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F46A50"/>
        </w:tc>
      </w:tr>
      <w:tr w14:paraId="14524123"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876C2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6F895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37C67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94DD4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微机电系统工程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CCF966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40E67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F0CF96"/>
        </w:tc>
      </w:tr>
      <w:tr w14:paraId="29718C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C10F4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8E0B9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3AC05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7A5F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机电技术教育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27B5F3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65E99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75FBCF"/>
        </w:tc>
      </w:tr>
      <w:tr w14:paraId="3030E7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35FB8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16D60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A5EC1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59B3C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汽车维修工程教育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A617E8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1E555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26BF14"/>
        </w:tc>
      </w:tr>
      <w:tr w14:paraId="2ED758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BC231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95209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083E5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E8BF6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智能制造工程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D31EA0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2DBF2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66AE3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5317AE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A4C9B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AC223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A3455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91F3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智能车辆工程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77474E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E4D19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626D8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35FDA7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A0500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C180C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B5F70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89B9B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仿生科学与工程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306440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B5D42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38E09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669C95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17B97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AB007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6643F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F2F8A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新能源汽车工程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0B4FA4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00B9A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EF81F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7E8D4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02854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CF549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11661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C986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增材制造工程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C2C298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1D813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4E5E5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14072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B775E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F0A65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87FBF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39CAD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智能交互设计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632308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101CA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43765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53DF6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62048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A050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694F6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363C0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应急装备技术与工程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4DF488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CF769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ED578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1D9586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4A9C5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B0CFF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DFD36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080220T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A994B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农林智能装备工程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2FDFFB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A10B2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D7C1A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3EEAF2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236CF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4F208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仪器类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8635F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080301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7224D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测控技术与仪器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4F7BE7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2A34E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B07B5D"/>
        </w:tc>
      </w:tr>
      <w:tr w14:paraId="3F7988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7BFC4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D4BD0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仪器类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0F84E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080302T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50F0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精密仪器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13F877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1D722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2A669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4FCBE1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6B931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2A000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仪器类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1961F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080303T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0AF44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智能感知工程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294266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5EC8A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879E2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3BB0DC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FDAF4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10BF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A11DE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2A0C4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293646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63E8B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189D79"/>
        </w:tc>
      </w:tr>
      <w:tr w14:paraId="51767A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A898A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9DCE0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3F0F1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8B390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材料物理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B9873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1B323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70DE38"/>
        </w:tc>
      </w:tr>
      <w:tr w14:paraId="422F09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8B59D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04BBC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68B74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D80BE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材料化学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389EB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D1D30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CC2FE9"/>
        </w:tc>
      </w:tr>
      <w:tr w14:paraId="62F5B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981B0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C672D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8BAE0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00B26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冶金工程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335CF3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5C084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BFDC37"/>
        </w:tc>
      </w:tr>
      <w:tr w14:paraId="3E9402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781CB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1C688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64F39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080405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0916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金属材料工程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2F1D96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817E2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3343BF"/>
        </w:tc>
      </w:tr>
      <w:tr w14:paraId="0B6427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EB837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46D3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98EBE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080406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F69AC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无机非金属材料工程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A1AE68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BB425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05D2D6"/>
        </w:tc>
      </w:tr>
      <w:tr w14:paraId="2189B7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46188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E1029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0EF9E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080407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1008D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高分子材料与工程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CE9280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0EE52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EBD40E"/>
        </w:tc>
      </w:tr>
      <w:tr w14:paraId="2AAD7D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A7599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FBE61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1B5CA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080408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AC334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复合材料与工程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811041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2AE09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909E7C"/>
        </w:tc>
      </w:tr>
      <w:tr w14:paraId="3C8F0E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6EA06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BB7DC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E5ECB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8BBAB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粉体材料科学与工程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308D2E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CA752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2D2021"/>
        </w:tc>
      </w:tr>
      <w:tr w14:paraId="276DCE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09BE1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67758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7E603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FDA3A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宝石及材料工艺学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591897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983D9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5800C5"/>
        </w:tc>
      </w:tr>
      <w:tr w14:paraId="5DAB57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B24C2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C85CE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F9C8E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74155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焊接技术与工程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3D0F9A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C89BF2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B7752C"/>
        </w:tc>
      </w:tr>
      <w:tr w14:paraId="0848CF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25E4C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636DF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24D71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E4194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功能材料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CC3148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5A35D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0A1394"/>
        </w:tc>
      </w:tr>
      <w:tr w14:paraId="25E9A4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C5C70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9D7DF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FB34F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28EE7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纳米材料与技术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8C0F04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0C1D2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007343"/>
        </w:tc>
      </w:tr>
      <w:tr w14:paraId="03FD62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18E51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7675F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E02B4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F25E9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新能源材料与器件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969EE7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7D32C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A57E6C"/>
        </w:tc>
      </w:tr>
      <w:tr w14:paraId="0D698D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C1791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00803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B80C8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DCBDD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材料设计科学与工程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41F09C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0BFF7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AE684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52ABA8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CE3CE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C0FD2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C7E61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D3504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复合材料成型工程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06AF83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BE1A5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5538B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5B2F9A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E4F46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856C3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9E819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35264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智能材料与结构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D5C90F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EA305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CE03B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0A6843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E0A27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D616B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9E2BF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E3BC8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光电信息材料与器件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953B19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EDFD4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2E963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3203C3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28F41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6EC4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57A21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A6EB8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生物材料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0E14B2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C2283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56D96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5F3FA8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BD189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FFB3D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A96DA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080420T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9DA36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材料智能技术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AEE2AA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60F56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45016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7258ED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9178C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B67CC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C5D9C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080421T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69FAC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电子信息材料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B2AF65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E850C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C4458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6C8439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A7A7B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AEC1E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4A649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080422T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58F5A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软物质科学与工程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39052E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DAFBE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58E24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2E0DF7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EC4CB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DC5DF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21109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080423T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33B4A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稀土材料科学与工程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88CDE1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BA211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776AA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</w:tbl>
    <w:p w14:paraId="55423A4C"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705A1F41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806"/>
        <w:gridCol w:w="1284"/>
        <w:gridCol w:w="2580"/>
        <w:gridCol w:w="1728"/>
        <w:gridCol w:w="1287"/>
        <w:gridCol w:w="809"/>
      </w:tblGrid>
      <w:tr w14:paraId="5E25F4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2AE48D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779075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4BE69C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5CBA21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D8403BD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78AE83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F3CCE7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236F93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5C2B5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41D48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能源动力类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84B4A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080501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6470E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能源与动力工程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56D3A7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DF223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CA0461"/>
        </w:tc>
      </w:tr>
      <w:tr w14:paraId="0A768C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DE5F2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F9920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能源动力类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F727C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080502T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5CEDB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能源与环境系统工程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7C444F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46824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7E68E9"/>
        </w:tc>
      </w:tr>
      <w:tr w14:paraId="29B418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E93D3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97F28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能源动力类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CE951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080503T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30D78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新能源科学与工程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76F7BE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DB77F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C550DD"/>
        </w:tc>
      </w:tr>
      <w:tr w14:paraId="246F52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862B0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96708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能源动力类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82271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080504T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08FC4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储能科学与工程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2C48E9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16ED5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D943F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50253D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D3C65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8510C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能源动力类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7261C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080505T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02725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能源服务工程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066165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A334C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876A4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289F8E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88294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B4247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能源动力类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2EFA5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080506TK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75B6A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氢能科学与工程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B421D4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7FB20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4247A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0A9B06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94F6D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4B2B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能源动力类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CA2D3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080507TK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1A50C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可持续能源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29B434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9AE41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3DC4F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08CC3A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B11D1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6712D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18200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4FDA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电气工程及其自动化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412E2E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C8058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5F5259"/>
        </w:tc>
      </w:tr>
      <w:tr w14:paraId="162271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FB21A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BB887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FD671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080602T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C6E0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智能电网信息工程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4AA1AC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E9150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F19593"/>
        </w:tc>
      </w:tr>
      <w:tr w14:paraId="063C07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9438B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C2347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9184D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080603T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0EFA4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光源与照明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A7CF8C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64C07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2804D2"/>
        </w:tc>
      </w:tr>
      <w:tr w14:paraId="017DF65B"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7A8B4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9D2D2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41FC5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080604T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77854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电气工程与智能控制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01FC7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4234E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34F5A9"/>
        </w:tc>
      </w:tr>
      <w:tr w14:paraId="517CDC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110B7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E9CFB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25F65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080605T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6BA60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电机电器智能化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FB8A09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0D355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58157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8B9F3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AE87F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D41AB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C67FA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080606T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BC54F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电缆工程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A4A3C1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F7FD2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3F33E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4327F1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C7D18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E78C0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8CCF9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080607T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E719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能源互联网工程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0ACFD8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5724D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A4EA8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590E97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01629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E4B6C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DD605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080608TK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2658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智慧能源工程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BD18A2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F9150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B3A04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4B155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09953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C4FEF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5CE36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080609T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B5F56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电动载运工程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EB10C6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BCC97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3CA79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59D085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53873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D586D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B71B8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080610TK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568DE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大功率半导体科学与工程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DDA9C3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A3294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E3FB8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396023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D80F1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30529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7AEBE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94885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B646D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5598D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05D5C7"/>
        </w:tc>
      </w:tr>
      <w:tr w14:paraId="219A44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0344D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C133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BD61F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080702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9278C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904B7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0FA99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841B4E"/>
        </w:tc>
      </w:tr>
      <w:tr w14:paraId="39572C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60DE3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71419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49BAE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080703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22CF0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通信工程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223A0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76BED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53931B"/>
        </w:tc>
      </w:tr>
      <w:tr w14:paraId="42206B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35205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FBAFE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1626F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080704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0A924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微电子科学与工程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DFE8A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FB402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BEC6D7"/>
        </w:tc>
      </w:tr>
      <w:tr w14:paraId="274269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BB56A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DF7CC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18628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080705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82BAB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光电信息科学与工程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7CD56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1668F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A27830"/>
        </w:tc>
      </w:tr>
      <w:tr w14:paraId="7480D2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58B92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77752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CC2CD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080706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E3DE1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信息工程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C77720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ABDD2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4D7100"/>
        </w:tc>
      </w:tr>
      <w:tr w14:paraId="4F6E01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C54C5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CE650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8C083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080707T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1EB11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广播电视工程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234214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10C9C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832828"/>
        </w:tc>
      </w:tr>
      <w:tr w14:paraId="350C4C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50A36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FDA7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D15DD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080708T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AA90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水声工程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18728C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45A6F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6F8D5A"/>
        </w:tc>
      </w:tr>
      <w:tr w14:paraId="057742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0A054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CB357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4B138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080709T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0AA07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电子封装技术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437AD1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D8BD6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479258"/>
        </w:tc>
      </w:tr>
      <w:tr w14:paraId="632B6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BE017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371C2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3690E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080710T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FDEFF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集成电路设计与集成系统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955C9B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C7774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6F4C6D"/>
        </w:tc>
      </w:tr>
      <w:tr w14:paraId="1C733C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5F3A4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DC4E5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92F87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080711T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06635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医学信息工程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B91354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3EDE7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E6E0F0"/>
        </w:tc>
      </w:tr>
      <w:tr w14:paraId="4AD372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4117D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76A5F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B21D8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080712T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39861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电磁场与无线技术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295C4A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3E365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012097"/>
        </w:tc>
      </w:tr>
      <w:tr w14:paraId="64E880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1135E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B1174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244FD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080713T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98E5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电波传播与天线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87196C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1DB0C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796033"/>
        </w:tc>
      </w:tr>
      <w:tr w14:paraId="314080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0FAAD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7D249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D5DF6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080714T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74858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7F41B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1FCE7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1A5FF8"/>
        </w:tc>
      </w:tr>
      <w:tr w14:paraId="09965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E060D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26A5B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A0669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080715T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0763C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电信工程及管理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1292AE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F6AB5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E79029"/>
        </w:tc>
      </w:tr>
      <w:tr w14:paraId="3A8513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DBB6F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A8DBD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52965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080716T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D0690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应用电子技术教育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3635EC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3050E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E9A990"/>
        </w:tc>
      </w:tr>
      <w:tr w14:paraId="15A395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BE269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DE862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0CBDC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080717T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6D146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人工智能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4FEF4A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1362A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72A82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019C6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45106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D7FA8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B6C23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080718T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05551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海洋信息工程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6071C2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10842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3F527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7112CA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58470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E8CFA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CACC7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080719T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8493E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柔性电子学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CCFAFD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041B0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D732A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0764B1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5FB2F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C6D1D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2F4A7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080720T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BCA4A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智能测控工程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6FC9A0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A7277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28DEC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68F995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843C8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05F9D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544A0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080721T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CBD25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智能视觉工程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44CFB6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50B4B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BF950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2D04EB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DC768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61457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12DD8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4F76B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581A9C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FDCF5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B73028"/>
        </w:tc>
      </w:tr>
      <w:tr w14:paraId="29B67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D1C66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59C4E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AEADA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080802T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971B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轨道交通信号与控制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E683E3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A9088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9EB534"/>
        </w:tc>
      </w:tr>
      <w:tr w14:paraId="55DE6B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D435C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96DB4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C1008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080803T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41746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机器人工程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2E17DE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7FE4B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C087B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70A1C4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49ECE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622CC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F766E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080804T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5FAC9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邮政工程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431007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83BB9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B0FCD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20FAE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ACC29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C5D9E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D7D96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080805T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37953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核电技术与控制工程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D69C5B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8EF55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71A7D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</w:tbl>
    <w:p w14:paraId="36343921"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footerReference r:id="rId9" w:type="default"/>
          <w:footerReference r:id="rId10" w:type="even"/>
          <w:pgSz w:w="11910" w:h="16840"/>
          <w:pgMar w:top="980" w:right="760" w:bottom="720" w:left="740" w:header="0" w:footer="522" w:gutter="0"/>
          <w:pgNumType w:fmt="decimal" w:start="10"/>
          <w:cols w:space="720" w:num="1"/>
        </w:sectPr>
      </w:pPr>
    </w:p>
    <w:p w14:paraId="56F2F2F6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817"/>
        <w:gridCol w:w="1284"/>
        <w:gridCol w:w="2568"/>
        <w:gridCol w:w="1716"/>
        <w:gridCol w:w="1300"/>
        <w:gridCol w:w="809"/>
      </w:tblGrid>
      <w:tr w14:paraId="260588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AF5770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BD5DE1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22EEB9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D8499C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EB57F71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6A2DDF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5D6C53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042E6A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B7CA6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394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B6519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242E4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E1374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智能装备与系统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459BD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ABB39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4C9F0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5070C8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71D07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395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48A25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E6511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080807T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414A7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工业智能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6E5F6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770F5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49F46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0FC6CF99"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8FBDF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396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027C6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A0277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080808T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5F6A7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智能工程与创意设计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5F90C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FD389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E2F57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2B00B59B"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18C46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397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0BBE5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FBFD3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09098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计算机科学与技术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1C35E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F9547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251094"/>
        </w:tc>
      </w:tr>
      <w:tr w14:paraId="5760CE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8634F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398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9FF04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3ED60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53181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软件工程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8F796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11180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696E5B"/>
        </w:tc>
      </w:tr>
      <w:tr w14:paraId="2976ED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B3434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399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6DB7B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C1222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080903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958DA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网络工程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2F105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B269C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E50595"/>
        </w:tc>
      </w:tr>
      <w:tr w14:paraId="003485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0CC3794">
            <w:pPr>
              <w:pStyle w:val="9"/>
              <w:spacing w:before="22" w:line="240" w:lineRule="auto"/>
              <w:ind w:left="158" w:leftChars="0" w:right="0" w:rightChars="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eastAsia="宋体"/>
                <w:sz w:val="22"/>
                <w:lang w:val="en-US" w:eastAsia="zh-CN"/>
              </w:rPr>
              <w:t>400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EDE58A8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A76F8E1"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08090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4</w:t>
            </w:r>
            <w:r>
              <w:rPr>
                <w:rFonts w:ascii="Times New Roman"/>
                <w:sz w:val="22"/>
              </w:rPr>
              <w:t>K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01476D5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信</w:t>
            </w:r>
            <w:r>
              <w:rPr>
                <w:rFonts w:ascii="宋体" w:hAnsi="宋体" w:eastAsia="宋体" w:cs="宋体"/>
                <w:sz w:val="22"/>
                <w:szCs w:val="22"/>
              </w:rPr>
              <w:t>息安全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13035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w w:val="90"/>
                <w:sz w:val="22"/>
                <w:szCs w:val="22"/>
              </w:rPr>
              <w:t>管理学,理</w:t>
            </w:r>
            <w:r>
              <w:rPr>
                <w:rFonts w:ascii="宋体" w:hAnsi="宋体" w:eastAsia="宋体" w:cs="宋体"/>
                <w:spacing w:val="-107"/>
                <w:w w:val="9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w w:val="90"/>
                <w:sz w:val="22"/>
                <w:szCs w:val="22"/>
              </w:rPr>
              <w:t>学,工学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06822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D078BE"/>
        </w:tc>
      </w:tr>
      <w:tr w14:paraId="3F1797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B0A8B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401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5ACB1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E527A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080905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C8E72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物联网工程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AC34C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CCB91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5117D2"/>
        </w:tc>
      </w:tr>
      <w:tr w14:paraId="18228C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5C3E3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402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ADBE4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AC4AD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080906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95DF3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数字媒体技术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DA2C4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6B1F6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661902"/>
        </w:tc>
      </w:tr>
      <w:tr w14:paraId="489F4D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04524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403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8ADC5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B9799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080907T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32164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智能科学与技术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E0149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A5718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1953EB"/>
        </w:tc>
      </w:tr>
      <w:tr w14:paraId="677EB013"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4D459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404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9893C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A5D9D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080908T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5866A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空间信息与数字技术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87EE6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2B7E8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F7AEA5"/>
        </w:tc>
      </w:tr>
      <w:tr w14:paraId="257022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29E39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405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8D460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7A664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080909T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F2749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电子与计算机工程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D1FE2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51D79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69293D"/>
        </w:tc>
      </w:tr>
      <w:tr w14:paraId="6EE262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334FB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406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44BD2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3B1BB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080910T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C175E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数据科学与大数据技术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FDE88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470BC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4995D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04EA2F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C5FBE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407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23F0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F0DD9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080911TK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F7ED2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网络空间安全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80682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9DEEA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AB74E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586C53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66B73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408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C6BE2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7A263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080912T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FDA26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新媒体技术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7E912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7171A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19476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5D9788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B1F65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409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61B95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19497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080913T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FD698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电影制作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6D799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01022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8D9AE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69908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E99F4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410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CEF9D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D517F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080914TK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0E4C2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保密技术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25D669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7F7B6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0C80F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14AD4F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DF99C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411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E5DAB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D7BD4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080915T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49534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服务科学与工程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75280E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075B6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0B24C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5305EF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D1481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412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0B9A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4DAC9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57673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虚拟现实技术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3EBC99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D2B30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5F8E9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078A1B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18B1E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413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6C716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0C754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080917T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527EA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区块链工程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D87B6A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D384D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9876A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2A85AA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8CB9A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414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EDBAD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C43C2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080918TK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13921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密码科学与技术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10DCE8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F2482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0009A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4208FE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2AE35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415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93A95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C86BC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3D64F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B6E43F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C3E6B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B2372F"/>
        </w:tc>
      </w:tr>
      <w:tr w14:paraId="5F2765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BB28B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416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F5EC3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E5336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075D6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建筑环境与能源应用工程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476D6A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4EBF8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15481D"/>
        </w:tc>
      </w:tr>
      <w:tr w14:paraId="1B138A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85DAB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417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F050D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F9035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081003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A7CDC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给排水科学与工程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D606EC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F9ABC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8CFB16"/>
        </w:tc>
      </w:tr>
      <w:tr w14:paraId="3A1F3D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4157B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418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98EA6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70531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081004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8793E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建筑电气与智能化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E9E860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361D4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24F5EF"/>
        </w:tc>
      </w:tr>
      <w:tr w14:paraId="60B74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95629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419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A54A1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900E4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081005T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BA492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城市地下空间工程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DE5972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ECEFB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85AE8A"/>
        </w:tc>
      </w:tr>
      <w:tr w14:paraId="0DF9B7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8557A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420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9B0B1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A4013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AE4E6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道路桥梁与渡河工程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9FF362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4BE09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F2ECFB"/>
        </w:tc>
      </w:tr>
      <w:tr w14:paraId="1FC933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15670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421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C4B81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54DA0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081007T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243E1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铁道工程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0722B6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6BBBF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406A3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2014</w:t>
            </w:r>
          </w:p>
        </w:tc>
      </w:tr>
      <w:tr w14:paraId="7B9C59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19136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422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148B6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64E8E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081008T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CD4F8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智能建造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EF02C7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0E36B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9CECD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202F88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C156A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423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86F97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7100C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081009T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85D36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土木、水利与海洋工程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533149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ED0CC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E3D46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1E0087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96592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424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5FB5F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E6480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081010T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39640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土木、水利与交通工程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6A3B0B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3E4F5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B84EF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75EA82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80C0F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425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C4C58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7F5C9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081011T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0EC09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城市水系统工程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A8263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2CAD1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4E467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237E25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CD729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426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3EC6B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AF628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081012T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DFF55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智能建造与智慧交通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151A8F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8FBD4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9F86F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5B4136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FFF18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427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0844B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CE41D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081013T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32E53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工程软件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652F47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40555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5F9F5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1A50CB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58E0E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428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F5F8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29D8C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081101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AB3D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水利水电工程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370150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58EC3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DACFEF"/>
        </w:tc>
      </w:tr>
      <w:tr w14:paraId="3EFEDA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31E38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429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B880C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CC3B8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081102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5297A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水文与水资源工程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BB3899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E0B85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31D1AA"/>
        </w:tc>
      </w:tr>
      <w:tr w14:paraId="40FCF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6660A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430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CBE8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4251B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081103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29B78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港口航道与海岸工程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CD1379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00E13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B970EA"/>
        </w:tc>
      </w:tr>
      <w:tr w14:paraId="477115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0029E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431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D1741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F1631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081104T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AABA0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水务工程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7FC64C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A3D4B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25F30D"/>
        </w:tc>
      </w:tr>
      <w:tr w14:paraId="741F5D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AC1AF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432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31A0B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8C28C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081105T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DF753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B6529F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606C8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20F58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18E2E5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89B60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433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B0A4E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E0A8D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081106T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5CD4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智慧水利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46EE2C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ACAF7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CB029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75F1C1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5139B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434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04DDC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测绘类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F49A0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081201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FF8C6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测绘工程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4DEB6E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66AB5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6B10A0"/>
        </w:tc>
      </w:tr>
      <w:tr w14:paraId="4295347D"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28D3D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435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93655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测绘类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48E10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081202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D7647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遥感科学与技术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8117E7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577F0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33B8CF"/>
        </w:tc>
      </w:tr>
      <w:tr w14:paraId="41EC526C"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20D69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436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686AD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测绘类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9C1A1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081203T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83CEF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导航工程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833A0E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31E8E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EC901D"/>
        </w:tc>
      </w:tr>
    </w:tbl>
    <w:p w14:paraId="787A7F0E"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05530158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829"/>
        <w:gridCol w:w="1284"/>
        <w:gridCol w:w="2556"/>
        <w:gridCol w:w="1704"/>
        <w:gridCol w:w="1312"/>
        <w:gridCol w:w="809"/>
      </w:tblGrid>
      <w:tr w14:paraId="78561A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147466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4FFCED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C8AD96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68F692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D5C1E37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EEE48A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FB6DDB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32867F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B3AC9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437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A4B67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测绘类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8452E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081204T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4E7C3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地理国情监测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644D28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AFC18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7D9548"/>
        </w:tc>
      </w:tr>
      <w:tr w14:paraId="16F8D8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1D48F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438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952A6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测绘类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25C26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081205T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5EB55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地理空间信息工程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721724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EC833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30C00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0FB84E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2C0B8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439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4931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B8996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081301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FC74E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化学工程与工艺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207414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C55E9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0E72D2"/>
        </w:tc>
      </w:tr>
      <w:tr w14:paraId="1C4A26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9D895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440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D69D0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402D6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081302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91086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制药工程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D9F2A6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22D07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95190C"/>
        </w:tc>
      </w:tr>
      <w:tr w14:paraId="4E1DC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41DB3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441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93C0C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DA155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081303T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B401E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资源循环科学与工程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41CA7F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D0BF3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DBAB80"/>
        </w:tc>
      </w:tr>
      <w:tr w14:paraId="11E258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EAE3F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442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05C9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72FB8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081304T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5AA5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能源化学工程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E52518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54495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1E069C"/>
        </w:tc>
      </w:tr>
      <w:tr w14:paraId="71D6D7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3DDD2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443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B30EA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FD779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081305T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232A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化学工程与工业生物工程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AECE9C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CC1B4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E01C9E"/>
        </w:tc>
      </w:tr>
      <w:tr w14:paraId="03F5BF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22A79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444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AF0EA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3B319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081306T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9500E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化工安全工程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CEE1D2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BE99C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4C721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61E5E9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19435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445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D53DD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BE284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081307T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45381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涂料工程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8B62E9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F606D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4093A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35A21C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365AA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446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C145C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FD5AE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081308T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A084A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精细化工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90174D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E16E3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3BF61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4F332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0B316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447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285E2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52F89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081401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B97AD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59FDBE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D50BB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8230FF"/>
        </w:tc>
      </w:tr>
      <w:tr w14:paraId="492209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2A2FA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448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151AD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77E60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081402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F70E2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勘查技术与工程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960D17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31BE7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2AE0C0"/>
        </w:tc>
      </w:tr>
      <w:tr w14:paraId="2A8FC1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E56CCB">
            <w:pPr>
              <w:pStyle w:val="9"/>
              <w:spacing w:before="3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 w14:paraId="67DBB88E">
            <w:pPr>
              <w:pStyle w:val="9"/>
              <w:spacing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449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2CE32E"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14:paraId="56EB7FE9">
            <w:pPr>
              <w:pStyle w:val="9"/>
              <w:spacing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99270D">
            <w:pPr>
              <w:pStyle w:val="9"/>
              <w:spacing w:before="3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 w14:paraId="096CB423">
            <w:pPr>
              <w:pStyle w:val="9"/>
              <w:spacing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081403K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B9E836"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14:paraId="32EA619D">
            <w:pPr>
              <w:pStyle w:val="9"/>
              <w:spacing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资源勘查工程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C03DF0"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14:paraId="22161B66">
            <w:pPr>
              <w:pStyle w:val="9"/>
              <w:spacing w:line="240" w:lineRule="auto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6EE5C7"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14:paraId="012964C7">
            <w:pPr>
              <w:pStyle w:val="9"/>
              <w:spacing w:line="240" w:lineRule="auto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56F698">
            <w:pPr>
              <w:pStyle w:val="9"/>
              <w:spacing w:line="253" w:lineRule="exact"/>
              <w:ind w:left="6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2024</w:t>
            </w:r>
            <w:r>
              <w:rPr>
                <w:rFonts w:ascii="宋体" w:hAnsi="宋体" w:eastAsia="宋体" w:cs="宋体"/>
                <w:sz w:val="22"/>
                <w:szCs w:val="22"/>
              </w:rPr>
              <w:t>年</w:t>
            </w:r>
          </w:p>
          <w:p w14:paraId="1D804791">
            <w:pPr>
              <w:pStyle w:val="9"/>
              <w:spacing w:before="33" w:line="272" w:lineRule="exact"/>
              <w:ind w:left="67" w:right="57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起调整</w:t>
            </w:r>
            <w:r>
              <w:rPr>
                <w:rFonts w:ascii="宋体" w:hAnsi="宋体" w:eastAsia="宋体" w:cs="宋体"/>
                <w:spacing w:val="-108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为国控</w:t>
            </w:r>
          </w:p>
        </w:tc>
      </w:tr>
      <w:tr w14:paraId="1A1096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B917C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450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1FA75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5CDD1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081404T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60A38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地下水科学与工程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3CADF8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5D6C5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CE5244"/>
        </w:tc>
      </w:tr>
      <w:tr w14:paraId="4D18E2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76CF3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451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BF3B2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9D93B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081405T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203A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旅游地学与规划工程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24F7D6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84ABD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14C55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6B98ED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4E362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452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50CE6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6FE8A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081406T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D1ADE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智能地球探测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91B4D7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142EC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532EB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35CCA8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B7E89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453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0EAF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E71FA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081407T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2E898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资源环境大数据工程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F7BD61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8F725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AEE29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44725E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FB1A2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454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A22C0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0E6A2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081501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259C1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采矿工程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74C07E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79E8C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63F0F8"/>
        </w:tc>
      </w:tr>
      <w:tr w14:paraId="37ABE2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4F89A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455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04A9D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8E124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081502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5581A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石油工程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84869D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A758C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1DAD71"/>
        </w:tc>
      </w:tr>
      <w:tr w14:paraId="141430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D0EC5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456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47A08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BBDA4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081503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56E15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矿物加工工程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C5EF80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79ADE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016EC7"/>
        </w:tc>
      </w:tr>
      <w:tr w14:paraId="1C2F96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14BC8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457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C9FB6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0F5FF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081504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6FEA3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油气储运工程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6456DC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2DF7E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A739EE"/>
        </w:tc>
      </w:tr>
      <w:tr w14:paraId="233CEB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76CD9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458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98E38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B413A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081505T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B97A9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矿物资源工程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F46AAD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8D030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5206B4"/>
        </w:tc>
      </w:tr>
      <w:tr w14:paraId="2BF955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4330A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459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B3924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889C4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081506T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3C9A3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海洋油气工程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5CB819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CAB83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CC10C6"/>
        </w:tc>
      </w:tr>
      <w:tr w14:paraId="2CA0EF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50C1A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460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79484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39086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081507T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4DEAA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智能采矿工程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EC7AC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D1453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2CF56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1B498C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834D4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461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EE079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A7194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081508TK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217B1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碳储科学与工程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0B23FE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E3F16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EEE44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160C17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CCCF8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462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6B67A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纺织类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14258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081601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A68B3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纺织工程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9CD168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BA3FF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C2E884"/>
        </w:tc>
      </w:tr>
      <w:tr w14:paraId="5C411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687EE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463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A61DE98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纺织类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19D4A3D"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08160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2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1F07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服装设计与工程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4BA4E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艺术学,工</w:t>
            </w:r>
            <w:r>
              <w:rPr>
                <w:rFonts w:ascii="宋体" w:hAnsi="宋体" w:eastAsia="宋体" w:cs="宋体"/>
                <w:spacing w:val="-10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EEF9F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EA2A9B"/>
        </w:tc>
      </w:tr>
      <w:tr w14:paraId="1285AA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874EB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464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399C5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纺织类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D58DF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081603T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B4EB7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非织造材料与工程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F28C25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ECD4E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A05F0A"/>
        </w:tc>
      </w:tr>
      <w:tr w14:paraId="38F6A4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B6BFD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465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B53AD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纺织类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7B1C9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081604T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69B88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服装设计与工艺教育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4D401B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FAE07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3647B3"/>
        </w:tc>
      </w:tr>
      <w:tr w14:paraId="68423A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C2C8F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466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8D7C8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纺织类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38BF7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081605T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82121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丝绸设计与工程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2C492C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467C8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26BFA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2CDE4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D46D4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467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9F5A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轻工类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EB386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081701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42BDD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轻化工程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91D1C9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A4A4C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D80482"/>
        </w:tc>
      </w:tr>
      <w:tr w14:paraId="177CC9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05DB1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468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D928E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轻工类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86361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081702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0AD81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包装工程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16E9CF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F4769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F74C4E"/>
        </w:tc>
      </w:tr>
      <w:tr w14:paraId="6F9627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D2BE9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469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C3672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轻工类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EEB50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081703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BA9C4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印刷工程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88FF54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4AD50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74BD3F"/>
        </w:tc>
      </w:tr>
      <w:tr w14:paraId="455587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273E7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470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FDDB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轻工类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7361A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081704T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AEE68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香料香精技术与工程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92D992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CCF77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4475D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5E7656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FC66D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471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1FD16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轻工类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E4A4C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081705T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5D72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化妆品技术与工程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8E48A6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31A54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BA749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18D95A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37C61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472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3E2EC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轻工类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AE8EB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081706TK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2D772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生物质能源与材料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071DC8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82C23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B9984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246D58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FA8DF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473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CD60F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449CF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081801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35444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F5AABB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52C77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3333CD"/>
        </w:tc>
      </w:tr>
      <w:tr w14:paraId="55FC32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2E540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474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E845A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A0770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081802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42D80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EC979E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3B163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E31910"/>
        </w:tc>
      </w:tr>
      <w:tr w14:paraId="562E15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AE29E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475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8ECE5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5FE0B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081803K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3E4B0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航海技术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AC8D95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65418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436CC8"/>
        </w:tc>
      </w:tr>
      <w:tr w14:paraId="60ED8A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57D33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476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1A55C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3398C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081804K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2AD00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轮机工程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7D7B95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4743D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1EB125"/>
        </w:tc>
      </w:tr>
      <w:tr w14:paraId="039ACB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55346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477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9FFA5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E7B14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081805K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38289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飞行技术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3EC1D3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0A11E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ED413E"/>
        </w:tc>
      </w:tr>
    </w:tbl>
    <w:p w14:paraId="0117E482"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2243E2A8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841"/>
        <w:gridCol w:w="1272"/>
        <w:gridCol w:w="2568"/>
        <w:gridCol w:w="1740"/>
        <w:gridCol w:w="1264"/>
        <w:gridCol w:w="809"/>
      </w:tblGrid>
      <w:tr w14:paraId="12C8F5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5E163D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DF9853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0C1D91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715B3C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8404FB0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3DA9A9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38600D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35AE06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E1512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478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89EB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C10BB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66D83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交通设备与控制工程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67F71D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8FC10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877A99"/>
        </w:tc>
      </w:tr>
      <w:tr w14:paraId="73192F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D5CB6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479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1896B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E33B9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081807T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35B04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救助与打捞工程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05F7A5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84A59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02F407"/>
        </w:tc>
      </w:tr>
      <w:tr w14:paraId="6716BC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1B4DF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480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1926F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56F5F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081808TK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DE278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船舶电子电气工程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ECDB3C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88359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2985B6"/>
        </w:tc>
      </w:tr>
      <w:tr w14:paraId="02067F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2C696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481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0F16B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1DF7B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081809T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97A85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轨道交通电气与控制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12DC0D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9C171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D8F8D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006C1A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A1F2A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482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7953B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02D80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081810T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8ED6F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邮轮工程与管理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488050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9CB1F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44E3C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33CC9C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A3B76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483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814FF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72825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081811T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DA52B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智慧交通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59E9A6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9585D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12A6A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66E5B1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9AC5A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484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4D927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C9871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081812T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A372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智能运输工程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1B3C83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21B89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491B4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559A3A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9C14E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485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635AE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6DDE9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081901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C02C3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船舶与海洋工程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FBF30A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0E356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D15E19"/>
        </w:tc>
      </w:tr>
      <w:tr w14:paraId="280F39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10822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486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E2885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443D9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081902T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4E6CB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海洋工程与技术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40B7AA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6AE7A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032F5A"/>
        </w:tc>
      </w:tr>
      <w:tr w14:paraId="73E03E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FA065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487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07123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DCB31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081903T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C3D2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海洋资源开发技术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452C22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A8BD8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98E258"/>
        </w:tc>
      </w:tr>
      <w:tr w14:paraId="4BE592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2BBAE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488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28AF9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3DE46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081904T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A4B69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海洋机器人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7394F4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A2AD2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C3294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2C169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DC1B4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489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4381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62F00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081905T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9E988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智慧海洋技术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BBB77E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162BA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B0A07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3130C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AA195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490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CA671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574CF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081906T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3606B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智能海洋装备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272B98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EEA93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ECD9A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25FB93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7A860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491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7232C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F9225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8E0F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F78993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ED082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B32031"/>
        </w:tc>
      </w:tr>
      <w:tr w14:paraId="08ED22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73974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492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75985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E5120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AE301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飞行器设计与工程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76B9AD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C7E42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55F553"/>
        </w:tc>
      </w:tr>
      <w:tr w14:paraId="3657E9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F6121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493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C6D0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116A1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082003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E4E6E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飞行器制造工程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1ABAA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EA5B4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0A2164"/>
        </w:tc>
      </w:tr>
      <w:tr w14:paraId="1DD82C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6940C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494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303D7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F0979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082004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D448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飞行器动力工程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B03D7D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0D829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D37B31"/>
        </w:tc>
      </w:tr>
      <w:tr w14:paraId="7E4A2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C6E79AE">
            <w:pPr>
              <w:pStyle w:val="9"/>
              <w:spacing w:before="22" w:line="240" w:lineRule="auto"/>
              <w:ind w:left="15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49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5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D868D80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78F6811"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08200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5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23A81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w w:val="90"/>
                <w:sz w:val="22"/>
                <w:szCs w:val="22"/>
              </w:rPr>
              <w:t>飞行器环境与生命保障工</w:t>
            </w:r>
            <w:r>
              <w:rPr>
                <w:rFonts w:ascii="宋体" w:hAnsi="宋体" w:eastAsia="宋体" w:cs="宋体"/>
                <w:spacing w:val="-102"/>
                <w:w w:val="9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w w:val="90"/>
                <w:sz w:val="22"/>
                <w:szCs w:val="22"/>
              </w:rPr>
              <w:t>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2481C1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C2AE8DA"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C17D6A"/>
        </w:tc>
      </w:tr>
      <w:tr w14:paraId="645B2F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40A01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496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B7019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1AB7F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B28CB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飞行器质量与可靠性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FD3A97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8EDBA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17A2E1"/>
        </w:tc>
      </w:tr>
      <w:tr w14:paraId="6C43A7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1C9BA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497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07E42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FB9F1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082007T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6F261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飞行器适航技术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64E34D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4D6EE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44CF91"/>
        </w:tc>
      </w:tr>
      <w:tr w14:paraId="25B2FE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49AC3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498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8E9F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0AE67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082008T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54AE4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飞行器控制与信息工程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B192A5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F1AC4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3D827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1BEC42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89C6C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499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6B067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C308D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082009T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7E576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无人驾驶航空器系统工程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2E49C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FD768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684EC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4B9C20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A7838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500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54021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AF5ED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082010T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1DB34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智能飞行器技术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68C87E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13ADA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5D5F2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182D12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87246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501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52BC4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95673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082011T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4A4FB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空天智能电推进技术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E2A96E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76B4F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75D8F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08A5D9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D9F73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502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8DE2F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05635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082012T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9D539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飞行器运维工程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D551CD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4601A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421AC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205BDF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B9B01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503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4F88F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0EC8E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15A7C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武器系统与工程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E835BC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75CC7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9F83D9"/>
        </w:tc>
      </w:tr>
      <w:tr w14:paraId="484FEE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B9DDF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504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E4FD9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02DA5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D06FB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武器发射工程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7D98E9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0C52A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9F55CC"/>
        </w:tc>
      </w:tr>
      <w:tr w14:paraId="56B9DC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2540A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505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CD4E2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C8768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082103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E9362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探测制导与控制技术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54446B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4B5C2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7B721D"/>
        </w:tc>
      </w:tr>
      <w:tr w14:paraId="17291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A3F7F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506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3AF48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360C3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082104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B3784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弹药工程与爆炸技术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4D6E00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13EE1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90F305"/>
        </w:tc>
      </w:tr>
      <w:tr w14:paraId="2A6083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91ED9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507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278CE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ECE4E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082105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527B0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特种能源技术与工程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11347F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39BDA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8EF174"/>
        </w:tc>
      </w:tr>
      <w:tr w14:paraId="655695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6ED6E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508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A9686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AAF80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082106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C0ADF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装甲车辆工程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5AEE41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81BF3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8D5525"/>
        </w:tc>
      </w:tr>
      <w:tr w14:paraId="7CF5AB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82B75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509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EDF98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EE144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082107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5174D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信息对抗技术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9E4E3D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0D2B7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A1274F"/>
        </w:tc>
      </w:tr>
      <w:tr w14:paraId="1B6D56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88067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510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0385E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288D5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082108T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EAD4D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智能无人系统技术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E5AE63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31B4A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1A63C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33476A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B29AB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511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41713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D9154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082201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FD355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核工程与核技术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3A9248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76F45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E608A5"/>
        </w:tc>
      </w:tr>
      <w:tr w14:paraId="05402C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B9135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512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F7B2F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7C502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082202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2EC08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辐射防护与核安全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AA99D1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5467C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844B57"/>
        </w:tc>
      </w:tr>
      <w:tr w14:paraId="26A996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63883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513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57324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8EB83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082203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146C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工程物理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61C0CB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6E9CF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FC441A"/>
        </w:tc>
      </w:tr>
      <w:tr w14:paraId="7595EB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C3C2F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514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26E4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F2EB7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082204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F86C3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核化工与核燃料工程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B64599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83E78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2D3D17"/>
        </w:tc>
      </w:tr>
      <w:tr w14:paraId="148391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700CE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515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FCEE5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6A0D4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082301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8BA26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16E347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822B7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7141F6"/>
        </w:tc>
      </w:tr>
      <w:tr w14:paraId="010C54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8AE90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516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82E72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D3B94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082302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B4EAD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农业机械化及其自动化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4705F0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A1173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64A508"/>
        </w:tc>
      </w:tr>
      <w:tr w14:paraId="355A0B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81967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517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FD757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1901E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082303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8F46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农业电气化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ACC0DD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3BAF1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8D08F4"/>
        </w:tc>
      </w:tr>
      <w:tr w14:paraId="6B712D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7CFEA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518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BA5FA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4E1E8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082304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1F21D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农业建筑环境与能源工程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D6B27E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C776A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469F44"/>
        </w:tc>
      </w:tr>
      <w:tr w14:paraId="7CF9C0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7CEBD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519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2F081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E1E87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082305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772E9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农业水利工程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69284C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86280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0A1D19"/>
        </w:tc>
      </w:tr>
      <w:tr w14:paraId="49A9DB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7B6DF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520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0370D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F25F6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082306T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787CF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土地整治工程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2DC7FB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98BC6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6D8E6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</w:tbl>
    <w:p w14:paraId="5F61EBF0"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096972EE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69"/>
        <w:gridCol w:w="1224"/>
        <w:gridCol w:w="2100"/>
        <w:gridCol w:w="1728"/>
        <w:gridCol w:w="1264"/>
        <w:gridCol w:w="809"/>
      </w:tblGrid>
      <w:tr w14:paraId="275DD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431F80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6F1E9B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E5AA84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C9C196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30661FA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A99FC6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52542D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49DD98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AF6AC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521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5845A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E01FF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082307T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4768D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农业智能装备工程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DA2EDB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512DB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0271B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59EDA8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7C4E0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522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C7D73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林业工程类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9A4EB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082401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20C5B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森林工程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576A6B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4F75E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71C277"/>
        </w:tc>
      </w:tr>
      <w:tr w14:paraId="293F99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50140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523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E6E5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林业工程类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EF2CF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082402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B0805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木材科学与工程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9A8BA9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4405A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649659"/>
        </w:tc>
      </w:tr>
      <w:tr w14:paraId="5C030C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51C3F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524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A1B80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林业工程类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2EEE6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082403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EB927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林产化工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8F1A9C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3E09C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FF5296"/>
        </w:tc>
      </w:tr>
      <w:tr w14:paraId="50977A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14F0C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525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82A97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林业工程类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CC166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082404T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A55DC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家具设计与工程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D760A0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CC575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CFBA1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70915E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9C1EB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526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571A5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林业工程类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7842D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082405T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AD513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木结构建筑与材料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97B870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60722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52DD4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0DD801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FDEAD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527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46F4F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80D1F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082501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89B39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6BC519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8D7C8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D17888"/>
        </w:tc>
      </w:tr>
      <w:tr w14:paraId="37405C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AFB63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528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9826A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9FD5C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082502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A64E8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04DE92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9F8A8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17453E"/>
        </w:tc>
      </w:tr>
      <w:tr w14:paraId="055B65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34C97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529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AE615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24E7C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082503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E7949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C166A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4F48A5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1A9067"/>
        </w:tc>
      </w:tr>
      <w:tr w14:paraId="2F529A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C3947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530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5223A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A5B13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082504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0840F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环境生态工程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8284D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352BD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AE445A"/>
        </w:tc>
      </w:tr>
      <w:tr w14:paraId="1031F7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20922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531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CA298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5284B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082505T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8C81D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环保设备工程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80DF7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9D2DB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A536F9"/>
        </w:tc>
      </w:tr>
      <w:tr w14:paraId="0DA2CE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6C851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532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9AF92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5B92C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082506T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84560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资源环境科学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38B69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AC5A9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F5BA6E"/>
        </w:tc>
      </w:tr>
      <w:tr w14:paraId="67BE84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EE57C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533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6306D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92DBD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082507T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55E49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水质科学与技术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B13F6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89A1E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D3547B"/>
        </w:tc>
      </w:tr>
      <w:tr w14:paraId="284691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767F4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534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C337F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1F7FD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082601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2D625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A276B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8DB56E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6B6F98"/>
        </w:tc>
      </w:tr>
      <w:tr w14:paraId="430B0B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1DD65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535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D6A03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9F0F4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082602T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B8EB4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假肢矫形工程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99EB1F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576D4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2FC89C"/>
        </w:tc>
      </w:tr>
      <w:tr w14:paraId="3D29EB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17C76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536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9793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DFC4E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082603T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2483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临床工程技术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0D9418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7BBFF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12465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5C7EC9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4F3F8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537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FAB99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80DEE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082604T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2EB9F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康复工程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217B78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E6FD5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DC58A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03333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C56BC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538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79B5B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B19FD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082605T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3B9EF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健康科学与技术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906190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0FB28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8D982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682075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8865C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539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008DD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D5433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188DA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CBAC1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农学,工学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C88CF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9C7166"/>
        </w:tc>
      </w:tr>
      <w:tr w14:paraId="25A95D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D86C1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540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B6847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78E5E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082702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6DDF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食品质量与安全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C56154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AAF6B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574890"/>
        </w:tc>
      </w:tr>
      <w:tr w14:paraId="5A8044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900B8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541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8F6A1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4893B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082703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AAC3F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粮食工程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3904F9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B8A94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9357A5"/>
        </w:tc>
      </w:tr>
      <w:tr w14:paraId="244200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07E46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542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F6A38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729C5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082704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67B51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乳品工程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F86FB6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43959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F9CC32"/>
        </w:tc>
      </w:tr>
      <w:tr w14:paraId="156336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054E0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543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CC50B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8200E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082705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E8B19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酿酒工程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4ADC48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1CB91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983482"/>
        </w:tc>
      </w:tr>
      <w:tr w14:paraId="617C00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76B74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544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BDBDF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C98FF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082706T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19DD2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葡萄与葡萄酒工程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1F89CB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C2101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1575A3"/>
        </w:tc>
      </w:tr>
      <w:tr w14:paraId="4DE723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0509B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545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6A40A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19F2F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082707T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41DEB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食品营养与检验教育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82856E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0F134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5A8AEB"/>
        </w:tc>
      </w:tr>
      <w:tr w14:paraId="3A9768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27FF0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546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DD1DD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3FAB9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082708T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C25D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烹饪与营养教育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396F5C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69C0D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9825FB"/>
        </w:tc>
      </w:tr>
      <w:tr w14:paraId="140ED2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571CB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547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8EEBB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3E45C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082709T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0B427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食品安全与检测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8BB42F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3A405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464FB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6CCE47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8F0B3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548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5480E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34B89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082710T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AC504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食品营养与健康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84B69E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DD039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33A52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5BE0AD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B17D9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549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54F0F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E559C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082711T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8A74F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食用菌科学与工程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4F23C4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6798D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7F92B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721553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3B89A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550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6098B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D97F3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082712T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8E518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白酒酿造工程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55CE4E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BD88A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82AA9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50E33C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A4002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551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EF37F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19876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082713T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82D86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咖啡科学与工程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6F4D81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C0DB9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12C23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1E7CE6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CFACF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552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341DC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F29C7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082801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E3D8E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364076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3C45F4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EE4971"/>
        </w:tc>
      </w:tr>
      <w:tr w14:paraId="24099D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013A7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553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47E2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7545A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082802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AC9BA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城乡规划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135D2E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83CCEE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66D025"/>
        </w:tc>
      </w:tr>
      <w:tr w14:paraId="71543D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C7AC039">
            <w:pPr>
              <w:pStyle w:val="9"/>
              <w:spacing w:before="22" w:line="240" w:lineRule="auto"/>
              <w:ind w:left="15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55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4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F8CACBE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4A17AC2"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08280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3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B114F61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风景园林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FD64AB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艺术学,工</w:t>
            </w:r>
            <w:r>
              <w:rPr>
                <w:rFonts w:ascii="宋体" w:hAnsi="宋体" w:eastAsia="宋体" w:cs="宋体"/>
                <w:spacing w:val="-10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7C3843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EA3B38"/>
        </w:tc>
      </w:tr>
      <w:tr w14:paraId="55D53A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9D023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555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E1D4A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74BBA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082804T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8448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历史建筑保护工程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63BD2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D23A5A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6A5C98"/>
        </w:tc>
      </w:tr>
      <w:tr w14:paraId="639F26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86F69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556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5CFB6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483C5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082805T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A6133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人居环境科学与技术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8E7083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999CC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47959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06A3C4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B0B9C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557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F8D61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40A0A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082806T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23628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城市设计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92EACB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EDD5B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E89E1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3735A4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18F44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558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CF051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91006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082807T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E3C65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智慧建筑与建造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585D7C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6E99E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E530C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356D4C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DF68B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559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226C9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安全科学与工程类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3B72C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082901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F3F09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安全工程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19BA96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228EA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E6E358"/>
        </w:tc>
      </w:tr>
      <w:tr w14:paraId="3086D4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A5EC0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560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00019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安全科学与工程类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C8F7D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082902T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593B1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应急技术与管理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4CE55B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A3B14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8CF2C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3E8CB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39E80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561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54920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安全科学与工程类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21AEB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082903T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04AB6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职业卫生工程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46FA4C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161B8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CB336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58F65E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2B1C0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562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1A2BD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安全科学与工程类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6D4A5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082904T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F7F03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安全生产监管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B66E1E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B3EB2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F1F7C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452C32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BF1CF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563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84F2C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F997D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083001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6BF1B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9E7850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FD8C0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382044"/>
        </w:tc>
      </w:tr>
    </w:tbl>
    <w:p w14:paraId="1475DDE4"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5A4F6543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81"/>
        <w:gridCol w:w="1212"/>
        <w:gridCol w:w="2112"/>
        <w:gridCol w:w="1740"/>
        <w:gridCol w:w="1240"/>
        <w:gridCol w:w="809"/>
      </w:tblGrid>
      <w:tr w14:paraId="681415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3DCC99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79ABB2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741FB2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134B6E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68C3B06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B58A82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E6F6AD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7BE68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C64A8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564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B744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生物工程类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24757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083002T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EA08D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生物制药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6A4488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EFE67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769F0F"/>
        </w:tc>
      </w:tr>
      <w:tr w14:paraId="494551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B05FB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565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95EA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生物工程类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48618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083003T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B4427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合成生物学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9DA7B2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D4D4A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4A360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5598FD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0051E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566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F5DA2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17605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083101K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0982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刑事科学技术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9D283C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71944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9810F0"/>
        </w:tc>
      </w:tr>
      <w:tr w14:paraId="17BA80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9F60A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567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437AF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AA708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083102K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A46ED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消防工程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757A99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B50E9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9A1B65"/>
        </w:tc>
      </w:tr>
      <w:tr w14:paraId="569FF6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41818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568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0FE51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86B96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083103TK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CEBA3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交通管理工程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164A8D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E66BE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2750F5"/>
        </w:tc>
      </w:tr>
      <w:tr w14:paraId="518E5F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268BC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569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994EF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03FEB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083104TK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BDB09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安全防范工程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18388A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8ACB7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FEC5DD"/>
        </w:tc>
      </w:tr>
      <w:tr w14:paraId="3C7B31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79701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570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222E7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098F9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083105TK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6BC0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公安视听技术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F8F04E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3133A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4395BA"/>
        </w:tc>
      </w:tr>
      <w:tr w14:paraId="2EE59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BA5A5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571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8A840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32A4C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083106TK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17953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抢险救援指挥与技术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62BA2D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F7BC4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C683EA"/>
        </w:tc>
      </w:tr>
      <w:tr w14:paraId="1060E3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F19E4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572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B8676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2CB02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083107TK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1FB2C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火灾勘查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C44899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E6DB6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FA37A0"/>
        </w:tc>
      </w:tr>
      <w:tr w14:paraId="65A1D1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275C4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573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F5A7A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54180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083108TK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5BCE7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网络安全与执法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00181F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9B389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586D13"/>
        </w:tc>
      </w:tr>
      <w:tr w14:paraId="7FF6E0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4BD66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574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E70CD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DD60D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083109TK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5D85D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核生化消防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6F6237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E6AEF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9F26A7"/>
        </w:tc>
      </w:tr>
      <w:tr w14:paraId="2934BC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8A515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575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F9C08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F9F6E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083110TK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2A542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海警舰艇指挥与技术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2916F8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AFBB2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6A4FB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14C04F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31578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576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88EC5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2FC19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083111TK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BE1A8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数据警务技术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80D2FD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7B0D9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99DF4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77B18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3046ED9">
            <w:pPr>
              <w:pStyle w:val="9"/>
              <w:spacing w:before="22" w:line="240" w:lineRule="auto"/>
              <w:ind w:left="158" w:leftChars="0" w:right="0" w:rightChars="0"/>
              <w:jc w:val="both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57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7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1C9400F">
            <w:pPr>
              <w:pStyle w:val="9"/>
              <w:spacing w:line="276" w:lineRule="exact"/>
              <w:ind w:left="28" w:leftChars="0" w:right="0" w:rightChars="0"/>
              <w:jc w:val="both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5B8759D">
            <w:pPr>
              <w:pStyle w:val="9"/>
              <w:spacing w:before="22" w:line="240" w:lineRule="auto"/>
              <w:ind w:left="28" w:right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08311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2</w:t>
            </w:r>
            <w:r>
              <w:rPr>
                <w:rFonts w:ascii="Times New Roman"/>
                <w:sz w:val="22"/>
              </w:rPr>
              <w:t>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69980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w w:val="90"/>
                <w:sz w:val="22"/>
                <w:szCs w:val="22"/>
              </w:rPr>
              <w:t>食品药品环境犯罪侦查技</w:t>
            </w:r>
            <w:r>
              <w:rPr>
                <w:rFonts w:ascii="宋体" w:hAnsi="宋体" w:eastAsia="宋体" w:cs="宋体"/>
                <w:spacing w:val="-102"/>
                <w:w w:val="9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w w:val="90"/>
                <w:sz w:val="22"/>
                <w:szCs w:val="22"/>
              </w:rPr>
              <w:t>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4D5663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AA2D639"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42EFED2">
            <w:pPr>
              <w:pStyle w:val="9"/>
              <w:spacing w:before="22" w:line="240" w:lineRule="auto"/>
              <w:ind w:left="177" w:leftChars="0" w:right="0" w:rightChars="0"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20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20</w:t>
            </w:r>
          </w:p>
        </w:tc>
      </w:tr>
      <w:tr w14:paraId="75DCF4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AE40C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578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1952D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交叉工程类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76B11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083201TK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977A5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未来机器人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39D819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AB655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E6E6C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2A088A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6C12E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579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F74ED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交叉工程类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D022C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083202TK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AFE48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交叉工程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4F808C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87908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DBFE3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5FC7EE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F3F4F5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农学</w:t>
            </w:r>
          </w:p>
        </w:tc>
      </w:tr>
      <w:tr w14:paraId="7098F4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3F0E1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580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394C8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6CD2E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090101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FFB56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DE377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B4664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70756D"/>
        </w:tc>
      </w:tr>
      <w:tr w14:paraId="1A12C1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444E3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581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A52A5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3FCF4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090102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3A4AD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园艺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44749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6E03D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791DEB"/>
        </w:tc>
      </w:tr>
      <w:tr w14:paraId="481C79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921BF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582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CC29B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25656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090103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EC4D7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植物保护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24FC3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0062B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F4E936"/>
        </w:tc>
      </w:tr>
      <w:tr w14:paraId="60EB53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1D16E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583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08D1B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24A4E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090104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7E66D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植物科学与技术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B9479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1BD87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99D08B"/>
        </w:tc>
      </w:tr>
      <w:tr w14:paraId="0B7A5B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AC356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584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2746F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8C8C5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090105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F28D2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种子科学与工程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7F3DA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07542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61489D"/>
        </w:tc>
      </w:tr>
      <w:tr w14:paraId="18BB09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FBD52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585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FEEFE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EF977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090106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D037C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设施农业科学与工程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C2EC2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17BD7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3C4FE8"/>
        </w:tc>
      </w:tr>
      <w:tr w14:paraId="360B95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FA328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586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73EBB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2BDA8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090107T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30744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茶学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BFF83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690DF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0EE67F"/>
        </w:tc>
      </w:tr>
      <w:tr w14:paraId="25E324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6964D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587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E4D4C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985C8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090108T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94C69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烟草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3BE91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FD97E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BD3080"/>
        </w:tc>
      </w:tr>
      <w:tr w14:paraId="4B94D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9F356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588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1F33E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EA441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090109T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4CD0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应用生物科学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7AB50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6484C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01AE42"/>
        </w:tc>
      </w:tr>
      <w:tr w14:paraId="3467F2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9252E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589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75D4E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82B5B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090110T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57E37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农艺教育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C38F3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7A98C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0FB75C"/>
        </w:tc>
      </w:tr>
      <w:tr w14:paraId="6ADAC7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A60CD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590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E9859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9596B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090111T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9056A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园艺教育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031CD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3FCA3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34A581"/>
        </w:tc>
      </w:tr>
      <w:tr w14:paraId="70C9B0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032BC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591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A0CAA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7BACF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090112T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0F081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智慧农业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1070D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97A91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0E7D8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5BD261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7E085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592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D1EA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386DF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090113T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F110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菌物科学与工程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7FC92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7996F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8FAFB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29A087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42F93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593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CE9AA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9FF5E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090114T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9B624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农药化肥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68409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235D7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DAE62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747245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BEDB6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594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ADEF2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699D4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090115T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3D344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生物农药科学与工程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DFDF6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453B6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A6CD4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15C4C5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7D2F0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595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18421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EA550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090116TK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75616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生物育种科学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E430E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CB91D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5BC9B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4B8732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E7715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596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0387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97653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090117TK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19707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生物育种技术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0E16F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C89D7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26467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3A817C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7A51C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597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69EE7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BD9D6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090201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EE90B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农业资源与环境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41BDC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CA895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974FC7"/>
        </w:tc>
      </w:tr>
      <w:tr w14:paraId="66BA31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747CDB">
            <w:pPr>
              <w:pStyle w:val="9"/>
              <w:spacing w:before="14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598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1FBBDB">
            <w:pPr>
              <w:pStyle w:val="9"/>
              <w:spacing w:before="110"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271965">
            <w:pPr>
              <w:pStyle w:val="9"/>
              <w:spacing w:before="14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090202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F6DD7A">
            <w:pPr>
              <w:pStyle w:val="9"/>
              <w:spacing w:before="13" w:line="272" w:lineRule="exact"/>
              <w:ind w:left="28" w:right="36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野生动物与自然保护区管</w:t>
            </w:r>
            <w:r>
              <w:rPr>
                <w:rFonts w:ascii="宋体" w:hAnsi="宋体" w:eastAsia="宋体" w:cs="宋体"/>
                <w:spacing w:val="-10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05B3C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EEC1F1">
            <w:pPr>
              <w:pStyle w:val="9"/>
              <w:spacing w:before="110" w:line="240" w:lineRule="auto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833FC2"/>
        </w:tc>
      </w:tr>
      <w:tr w14:paraId="26D0B4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44383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599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D96DC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5E78A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090203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EE50D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水土保持与荒漠化防治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08CB4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44745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FFD6B5"/>
        </w:tc>
      </w:tr>
      <w:tr w14:paraId="24ACF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45D19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600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1E590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FF6A1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090204T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8DD57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生物质科学与工程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918E9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AE7FB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98355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2D4E85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3B827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601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1DF48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1641F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090205T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76409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土地科学与技术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43010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4C2A7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76B18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7962FA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BD35A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602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0CDCA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A0C0D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090206T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ED77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湿地保护与恢复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8C600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CF26A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26A7E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</w:tbl>
    <w:p w14:paraId="7E2EF699"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343D773F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93"/>
        <w:gridCol w:w="1152"/>
        <w:gridCol w:w="2160"/>
        <w:gridCol w:w="1740"/>
        <w:gridCol w:w="1240"/>
        <w:gridCol w:w="809"/>
      </w:tblGrid>
      <w:tr w14:paraId="47888E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A8C994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8C1436">
            <w:pPr>
              <w:pStyle w:val="9"/>
              <w:spacing w:before="108" w:line="240" w:lineRule="auto"/>
              <w:ind w:left="4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73D162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8FEA3A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BB3FD1E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6304CA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C6ECE4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2E1560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2EE2F6">
            <w:pPr>
              <w:pStyle w:val="9"/>
              <w:spacing w:before="14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DAEB43">
            <w:pPr>
              <w:pStyle w:val="9"/>
              <w:spacing w:before="110"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A882DE">
            <w:pPr>
              <w:pStyle w:val="9"/>
              <w:spacing w:before="14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090207TK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CE1739">
            <w:pPr>
              <w:pStyle w:val="9"/>
              <w:spacing w:before="110"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国家公园建设与管理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F32124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农学,管理学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986195">
            <w:pPr>
              <w:pStyle w:val="9"/>
              <w:spacing w:before="110" w:line="240" w:lineRule="auto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F8221B">
            <w:pPr>
              <w:pStyle w:val="9"/>
              <w:spacing w:before="14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4751B7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C10ED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746B8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5BF56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090208TK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CA19A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生态修复学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E53B0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78257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A724B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2903A9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AEC2C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22958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动物生产类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FBF77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090301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E0D0A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EB811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D50C2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7092B1"/>
        </w:tc>
      </w:tr>
      <w:tr w14:paraId="627997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CDFFD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A9ABC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动物生产类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CED98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090302T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7D300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蚕学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855E8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CCF9C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5CA8DF"/>
        </w:tc>
      </w:tr>
      <w:tr w14:paraId="696343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36AD4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9F8E8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动物生产类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76159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090303T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CE3DA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蜂学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29EA9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87CE6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67DC0E"/>
        </w:tc>
      </w:tr>
      <w:tr w14:paraId="546A74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4EDEC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B63B3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动物生产类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97533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090304T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66F22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经济动物学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B915B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C6D7D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211D8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2FA188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B7C72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11D55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动物生产类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74FDB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090305T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5FC26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马业科学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4558F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8B53C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8C09B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1077FA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F4C12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8A87D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动物生产类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D871F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090306T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749B9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饲料工程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01DDB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农学,工学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0163E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0390D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198282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4CFA6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2A381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动物生产类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58A53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090307T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51C4D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智慧牧业科学与工程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B4E75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5DA4C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CF699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20909D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DA1ED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AFF69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04662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090401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08D1D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AD529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96CC45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A3821B"/>
        </w:tc>
      </w:tr>
      <w:tr w14:paraId="5210CF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51BBE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0C178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3BDCF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090402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8F342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动物药学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46880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CA4D56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07A299"/>
        </w:tc>
      </w:tr>
      <w:tr w14:paraId="34BE30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43133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89B95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2BFD3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090403T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2A4AE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动植物检疫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95CD6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E3AA7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574281"/>
        </w:tc>
      </w:tr>
      <w:tr w14:paraId="471BA1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79FCB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C1693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60D1B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090404T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DDBA0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实验动物学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CA24F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DE828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22D68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3002E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2A092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712D4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A93B6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090405T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DAC03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中兽医学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5EDA5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FFE48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C182F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59B20A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C4FB2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EE4FE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1DCC6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090406TK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D9239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兽医公共卫生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59D59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07018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DFD00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69F6CB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DD87B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C8CA5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D309B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090501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825BB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A9F52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A7A96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E7BFBF"/>
        </w:tc>
      </w:tr>
      <w:tr w14:paraId="3627B0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A0BAA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354C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8EBD4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090502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51234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园林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2FDDF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10AF7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EFD9E2"/>
        </w:tc>
      </w:tr>
      <w:tr w14:paraId="01175D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EE3C4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07D5D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5C3A3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090503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017C7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森林保护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E7BA6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8FF5D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5D8A40"/>
        </w:tc>
      </w:tr>
      <w:tr w14:paraId="025C52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7EE33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12069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08E8B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090504T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19F87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经济林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BB418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2E217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73B31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3AFD4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9C170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D95C5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47205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090505T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3DF54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智慧林业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0D3C2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9BB61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26221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5C8B1A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75EBF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8C010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71E23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090601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4B72B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水产养殖学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F23F8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62131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24F9C4"/>
        </w:tc>
      </w:tr>
      <w:tr w14:paraId="03A33E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AF4E5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D3421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815F9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090602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8FF06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海洋渔业科学与技术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31FBB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F0C4E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C34B64"/>
        </w:tc>
      </w:tr>
      <w:tr w14:paraId="39E92F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80C5C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2CA4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FE9FF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090603T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E3E1F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水族科学与技术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7AE62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8D157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9CEF64"/>
        </w:tc>
      </w:tr>
      <w:tr w14:paraId="0C4C6B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7987A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10C10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B58DE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090604TK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7D259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水生动物医学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4AF7B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3A3CC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505A8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2012</w:t>
            </w:r>
          </w:p>
        </w:tc>
      </w:tr>
      <w:tr w14:paraId="25A45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E4424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6687B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草学类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5737A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090701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70234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草业科学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34A0D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CEDA4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458775"/>
        </w:tc>
      </w:tr>
      <w:tr w14:paraId="7C5ADA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6BF6F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4F40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草学类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3B106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090702T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75555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草坪科学与工程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4EDB1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15BBC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E3C3E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1447E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830B0A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医学</w:t>
            </w:r>
          </w:p>
        </w:tc>
      </w:tr>
      <w:tr w14:paraId="29F158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E8066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F8F76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基础医学类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52990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100101K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F276F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基础医学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D9CB9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EFD4C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A483C6"/>
        </w:tc>
      </w:tr>
      <w:tr w14:paraId="1B0313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205EE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39E93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基础医学类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3C5B4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100102TK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BA7D1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17A27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64E4C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2BA1C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2012</w:t>
            </w:r>
          </w:p>
        </w:tc>
      </w:tr>
      <w:tr w14:paraId="4F5B7B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1285D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10A5C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基础医学类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12AC8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100103T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278A4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7E781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67FB9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A7AA6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594D3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B44E7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BCE2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751F1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100201K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BA16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9D332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2502D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0424C1"/>
        </w:tc>
      </w:tr>
      <w:tr w14:paraId="209DFA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31EC4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CA651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AC5A0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100202TK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466E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麻醉学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BCE1C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61877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9CD5C5"/>
        </w:tc>
      </w:tr>
      <w:tr w14:paraId="779361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58AC1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AEEEE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7E0A1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100203TK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F8EBE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医学影像学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80ADF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B797A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C9C6C4"/>
        </w:tc>
      </w:tr>
      <w:tr w14:paraId="71F8AB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E6BEF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99CCF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4A81F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100204TK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1CB1B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眼视光医学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3CB99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2221A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B96F19"/>
        </w:tc>
      </w:tr>
      <w:tr w14:paraId="5A1A91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244B2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FD9D3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6D179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100205TK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E202B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精神医学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34531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7757A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2DBC59"/>
        </w:tc>
      </w:tr>
      <w:tr w14:paraId="1EF4AD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10080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8AF6A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D13B0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100206TK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A05BA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放射医学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1BF10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BB9D5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9CE45C"/>
        </w:tc>
      </w:tr>
      <w:tr w14:paraId="2AC99C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CE3FD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8DF28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9A3C2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100207TK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D85EF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儿科学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84DBD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9384E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07A59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663BE5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DE494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6EDAD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口腔医学类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9A48D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100301K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7A1B9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口腔医学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A6E73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D4E21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300081"/>
        </w:tc>
      </w:tr>
      <w:tr w14:paraId="7D3F9C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A17DC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C4FB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公共卫生与预防医学类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E8C69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100401K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8A2D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预防医学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322F6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3F5A0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827DAB"/>
        </w:tc>
      </w:tr>
      <w:tr w14:paraId="48B3A3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A1F52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C057F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公共卫生与预防医学类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AE07E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100402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7A8FF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食品卫生与营养学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AB45B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C7596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3AE9AE"/>
        </w:tc>
      </w:tr>
      <w:tr w14:paraId="22A235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D6D85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D32E5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公共卫生与预防医学类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252DE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100403TK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7B96B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妇幼保健医学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0D68B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6A926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B4AC91"/>
        </w:tc>
      </w:tr>
      <w:tr w14:paraId="6A60BF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1F112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1B7E9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公共卫生与预防医学类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8A77D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100404TK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B3479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卫生监督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33782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6D6A5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81C79E"/>
        </w:tc>
      </w:tr>
    </w:tbl>
    <w:p w14:paraId="3E47BAE8"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1EF1594A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93"/>
        <w:gridCol w:w="1152"/>
        <w:gridCol w:w="2160"/>
        <w:gridCol w:w="1740"/>
        <w:gridCol w:w="1240"/>
        <w:gridCol w:w="809"/>
      </w:tblGrid>
      <w:tr w14:paraId="143AB2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39BCE5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05C626">
            <w:pPr>
              <w:pStyle w:val="9"/>
              <w:spacing w:before="108" w:line="240" w:lineRule="auto"/>
              <w:ind w:left="4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F6C688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F961DE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5B627CC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5B57AF"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8227DB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386C67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C51F3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51FBE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公共卫生与预防医学类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7F6C1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100405TK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BDEF0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全球健康学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A399D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183F1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30FB52"/>
        </w:tc>
      </w:tr>
      <w:tr w14:paraId="0D6E7A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61858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01AE4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公共卫生与预防医学类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2640F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100406T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E277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运动与公共健康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086EA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F2A4A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F692A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0336E3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D60F1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00603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29E6C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100501K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1AF35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9806C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06C7D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34EC6D"/>
        </w:tc>
      </w:tr>
      <w:tr w14:paraId="757F4C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5726F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21B63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40FEA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100502K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0F290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针灸推拿学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669DD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ED1E2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F0BB90"/>
        </w:tc>
      </w:tr>
      <w:tr w14:paraId="440BCF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D2F9D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FF4B4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FA156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100503K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D895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藏医学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D1284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0BD49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D536D9"/>
        </w:tc>
      </w:tr>
      <w:tr w14:paraId="0EF63D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64CA2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ADED9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05D64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100504K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95361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蒙医学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151A4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BCD1D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E43A8D"/>
        </w:tc>
      </w:tr>
      <w:tr w14:paraId="1BF124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17D8D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EF412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F8C27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100505K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B1499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维医学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3CD7A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9F231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148215"/>
        </w:tc>
      </w:tr>
      <w:tr w14:paraId="74D4BD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BE2A6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9FDC5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0BDBE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100506K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0FE3A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壮医学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CEA86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98442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B74B38"/>
        </w:tc>
      </w:tr>
      <w:tr w14:paraId="79DCE5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B0341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5E43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170DC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100507K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9959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哈医学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D883D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17DBE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E505E4"/>
        </w:tc>
      </w:tr>
      <w:tr w14:paraId="02B373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D931A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A214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DBDF8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100508TK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4ECAA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傣医学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AA64A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B97F5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F40D4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2012</w:t>
            </w:r>
          </w:p>
        </w:tc>
      </w:tr>
      <w:tr w14:paraId="0668EF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10834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E070B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1D955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100509TK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8248F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回医学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FD960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D73F1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01FBB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1C2E7B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733E5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EA4FD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0192B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100510TK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F5D41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中医康复学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3274C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DCBC6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3E787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771AE4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94CFF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67B56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BC880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100511TK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ED658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中医养生学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68E6C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A3581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CEC64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539785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7EE6B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07797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A28A6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100512TK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07203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中医儿科学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07A69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F58EE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AA632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015764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71793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505FC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A2159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100513TK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2187C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中医骨伤科学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E1E7F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24B6B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EAE0A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0D6E0E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6FBA0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C25A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中西医结合类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6D0EE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100601K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DE748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中西医临床医学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89BFF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491F0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735022"/>
        </w:tc>
      </w:tr>
      <w:tr w14:paraId="502C79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C7F02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308A2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4A121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E6507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EAF90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494E1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A5EBCB"/>
        </w:tc>
      </w:tr>
      <w:tr w14:paraId="3CD6E8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59482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1689D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9C96A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100702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26A16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药物制剂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57167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BBBDA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7F20B7"/>
        </w:tc>
      </w:tr>
      <w:tr w14:paraId="16B273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1049D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C21E4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9DF9B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100703TK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7008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临床药学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2125D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CB6F00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4C95F2"/>
        </w:tc>
      </w:tr>
      <w:tr w14:paraId="3E57BB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36763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5EB21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C409A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100704T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A6466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药事管理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06932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ECB7B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3780DA"/>
        </w:tc>
      </w:tr>
      <w:tr w14:paraId="6369D5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6B171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2E2F7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DF396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100705T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6D48C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药物分析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A25D7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3D27A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588F3E"/>
        </w:tc>
      </w:tr>
      <w:tr w14:paraId="0421CF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3D515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0AF95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9AABB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100706T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59C75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药物化学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C2D41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C6138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0A4512"/>
        </w:tc>
      </w:tr>
      <w:tr w14:paraId="37071A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281A5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E99FB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F8D2D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100707T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84CF1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海洋药学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DA8D9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7A6AF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1EB939"/>
        </w:tc>
      </w:tr>
      <w:tr w14:paraId="33D585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5C8BA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B8B42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54E93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100708T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6E2E0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化妆品科学与技术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C0EA8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3549D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35F2E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3EC59B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0A033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C6E22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38BF6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100801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6BE13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DA647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44C8D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F97608"/>
        </w:tc>
      </w:tr>
      <w:tr w14:paraId="6B7243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E5E2D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804C4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A627C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100802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79146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中药资源与开发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37BD3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A5BB6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9FEF34"/>
        </w:tc>
      </w:tr>
      <w:tr w14:paraId="1EEC37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07D18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8F557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A8541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100803T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BAF89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藏药学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7A528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DEBB06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89F9AB"/>
        </w:tc>
      </w:tr>
      <w:tr w14:paraId="44E5CF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A41C9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585A4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BFCE0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100804T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35D97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蒙药学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1451F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94550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2A85F5"/>
        </w:tc>
      </w:tr>
      <w:tr w14:paraId="210643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66C34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6969D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7B223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100805T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CDEBC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中药制药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7BD2C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49A34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2ECBD0"/>
        </w:tc>
      </w:tr>
      <w:tr w14:paraId="1E1715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D7AF5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2E5F6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F29CB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100806T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B10FC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中草药栽培与鉴定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0EE3A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C5B39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B4FDC8"/>
        </w:tc>
      </w:tr>
      <w:tr w14:paraId="02B20E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B3ED9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E1EED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66B30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100901K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721DC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9A04A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48B27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A3BA3C"/>
        </w:tc>
      </w:tr>
      <w:tr w14:paraId="5A1545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E5E5D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F9ED9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CCD31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AEF2F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医学检验技术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4F03B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1FA61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62F015"/>
        </w:tc>
      </w:tr>
      <w:tr w14:paraId="17077D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036D1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6F087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435BD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101002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E6650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医学实验技术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2D9D3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4608F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E46417"/>
        </w:tc>
      </w:tr>
      <w:tr w14:paraId="288C75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36925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4AEDE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289FF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101003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B1227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医学影像技术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22A99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BC78F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2F1565"/>
        </w:tc>
      </w:tr>
      <w:tr w14:paraId="3EF528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C666D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B0678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54E41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101004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ECEB2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眼视光学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4C553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9FB26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031C77"/>
        </w:tc>
      </w:tr>
      <w:tr w14:paraId="25C7B5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99B52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8533B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23FA5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101005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1A8EA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康复治疗学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A0EE7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BBE60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70B1F6"/>
        </w:tc>
      </w:tr>
      <w:tr w14:paraId="48E934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72852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3389C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3BECB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101006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FA68E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口腔医学技术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BB4FA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A2FF8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8D7BE8"/>
        </w:tc>
      </w:tr>
      <w:tr w14:paraId="72442C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45CB1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8D074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150A0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101007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7F35E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卫生检验与检疫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CA46A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A819A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B83390"/>
        </w:tc>
      </w:tr>
      <w:tr w14:paraId="53D4FF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BF671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A3887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05AF2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101008T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8B68A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听力与言语康复学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4632E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366E45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04E05E"/>
        </w:tc>
      </w:tr>
      <w:tr w14:paraId="7F2B0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99963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D2C93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A9399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101009T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89FE5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康复物理治疗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8EF0D8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A4AED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9E4DB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D9A24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F64FE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003A8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35619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101010T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B7270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康复作业治疗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F50F4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5CFD3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E8337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1A3E51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C8C93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65218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87D81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101011T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50986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智能医学工程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DF285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913F2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0DDD3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6DA31B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724EA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0D9A7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300E1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101012T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75B2C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生物医药数据科学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BE838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286E2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34444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</w:tbl>
    <w:p w14:paraId="7ABDCB1E"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0FB3A861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93"/>
        <w:gridCol w:w="1152"/>
        <w:gridCol w:w="2148"/>
        <w:gridCol w:w="1740"/>
        <w:gridCol w:w="1252"/>
        <w:gridCol w:w="809"/>
      </w:tblGrid>
      <w:tr w14:paraId="5847B2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A4F203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DB4079">
            <w:pPr>
              <w:pStyle w:val="9"/>
              <w:spacing w:before="108" w:line="240" w:lineRule="auto"/>
              <w:ind w:left="4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68127B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726011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43AB6B8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888C7B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5B913B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299F7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5ED83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89ED9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7A16C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101013T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41651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智能影像工程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BED7E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D6B5B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BECF3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3F727A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9AECD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DCA21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13491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101014TK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2054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医工学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FB9BF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29453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DF829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1FDDFB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E611D0">
            <w:pPr>
              <w:pStyle w:val="9"/>
              <w:spacing w:before="3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 w14:paraId="6B3A4BA0">
            <w:pPr>
              <w:pStyle w:val="9"/>
              <w:spacing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566D2B"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14:paraId="671F7399">
            <w:pPr>
              <w:pStyle w:val="9"/>
              <w:spacing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护理学类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F7EBAD">
            <w:pPr>
              <w:pStyle w:val="9"/>
              <w:spacing w:before="3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 w14:paraId="09E8830C">
            <w:pPr>
              <w:pStyle w:val="9"/>
              <w:spacing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101101K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835C00"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14:paraId="2B5BDD7A">
            <w:pPr>
              <w:pStyle w:val="9"/>
              <w:spacing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护理学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97C99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  <w:p w14:paraId="7C3CA69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B00B58"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 w14:paraId="26A0B319">
            <w:pPr>
              <w:pStyle w:val="9"/>
              <w:spacing w:line="240" w:lineRule="auto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AE7CC0">
            <w:pPr>
              <w:pStyle w:val="9"/>
              <w:spacing w:line="253" w:lineRule="exact"/>
              <w:ind w:left="6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2024</w:t>
            </w:r>
            <w:r>
              <w:rPr>
                <w:rFonts w:ascii="宋体" w:hAnsi="宋体" w:eastAsia="宋体" w:cs="宋体"/>
                <w:sz w:val="22"/>
                <w:szCs w:val="22"/>
              </w:rPr>
              <w:t>年</w:t>
            </w:r>
          </w:p>
          <w:p w14:paraId="3626AAAD">
            <w:pPr>
              <w:pStyle w:val="9"/>
              <w:spacing w:before="33" w:line="272" w:lineRule="exact"/>
              <w:ind w:left="67" w:right="57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起调整</w:t>
            </w:r>
            <w:r>
              <w:rPr>
                <w:rFonts w:ascii="宋体" w:hAnsi="宋体" w:eastAsia="宋体" w:cs="宋体"/>
                <w:spacing w:val="-108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为国控</w:t>
            </w:r>
          </w:p>
        </w:tc>
      </w:tr>
      <w:tr w14:paraId="4FA6B3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FE8F5F"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14:paraId="4AA129FF"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</w:p>
          <w:p w14:paraId="225095A5">
            <w:pPr>
              <w:pStyle w:val="9"/>
              <w:spacing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690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56F90B"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14:paraId="101B9F90"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14:paraId="779A422E">
            <w:pPr>
              <w:pStyle w:val="9"/>
              <w:spacing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护理学类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A7EEC8"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14:paraId="63701700"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</w:p>
          <w:p w14:paraId="281B088F">
            <w:pPr>
              <w:pStyle w:val="9"/>
              <w:spacing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101102TK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6A87AA"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14:paraId="77C69260"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14:paraId="6FD5E129">
            <w:pPr>
              <w:pStyle w:val="9"/>
              <w:spacing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助产学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75A2A0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  <w:p w14:paraId="5BCB074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  <w:p w14:paraId="20E3B27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C0F523"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14:paraId="79610DEB"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14:paraId="06DB849E">
            <w:pPr>
              <w:pStyle w:val="9"/>
              <w:spacing w:line="240" w:lineRule="auto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2C0092">
            <w:pPr>
              <w:pStyle w:val="9"/>
              <w:spacing w:line="248" w:lineRule="exact"/>
              <w:ind w:left="6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2016</w:t>
            </w:r>
            <w:r>
              <w:rPr>
                <w:rFonts w:ascii="宋体" w:hAnsi="宋体" w:eastAsia="宋体" w:cs="宋体"/>
                <w:sz w:val="22"/>
                <w:szCs w:val="22"/>
              </w:rPr>
              <w:t>年</w:t>
            </w:r>
          </w:p>
          <w:p w14:paraId="6CA4FBEB">
            <w:pPr>
              <w:pStyle w:val="9"/>
              <w:spacing w:line="274" w:lineRule="exact"/>
              <w:ind w:left="6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增设，</w:t>
            </w:r>
          </w:p>
          <w:p w14:paraId="5570B357">
            <w:pPr>
              <w:pStyle w:val="9"/>
              <w:spacing w:line="290" w:lineRule="exact"/>
              <w:ind w:left="6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2024</w:t>
            </w:r>
            <w:r>
              <w:rPr>
                <w:rFonts w:ascii="宋体" w:hAnsi="宋体" w:eastAsia="宋体" w:cs="宋体"/>
                <w:sz w:val="22"/>
                <w:szCs w:val="22"/>
              </w:rPr>
              <w:t>年</w:t>
            </w:r>
          </w:p>
          <w:p w14:paraId="7687813F">
            <w:pPr>
              <w:pStyle w:val="9"/>
              <w:spacing w:before="33" w:line="272" w:lineRule="exact"/>
              <w:ind w:left="67" w:right="57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起调整</w:t>
            </w:r>
            <w:r>
              <w:rPr>
                <w:rFonts w:ascii="宋体" w:hAnsi="宋体" w:eastAsia="宋体" w:cs="宋体"/>
                <w:spacing w:val="-108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为国控</w:t>
            </w:r>
          </w:p>
        </w:tc>
      </w:tr>
      <w:tr w14:paraId="16C426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3D47E3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管理学</w:t>
            </w:r>
          </w:p>
        </w:tc>
      </w:tr>
      <w:tr w14:paraId="43DEAA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4016F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691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27498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1710E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120101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D7630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A6F95D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4839AD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281FC9"/>
        </w:tc>
      </w:tr>
      <w:tr w14:paraId="2CC601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0829A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692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462BD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B77AB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120102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6DE05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信息管理与信息系统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3BDA2E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723E48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DD2BB0"/>
        </w:tc>
      </w:tr>
      <w:tr w14:paraId="0C4F4E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03326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693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D19AF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9EBD6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120103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61D1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工程管理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14C846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6D6338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BCE570"/>
        </w:tc>
      </w:tr>
      <w:tr w14:paraId="5272CD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F4BD2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694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F21A4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4F715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120104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111B6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房地产开发与管理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25B8AA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F4E349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7E20F3"/>
        </w:tc>
      </w:tr>
      <w:tr w14:paraId="265CBA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EEEF3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695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6C841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368F2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120105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C9899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工程造价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67EF5C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EC2363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F5ECEF"/>
        </w:tc>
      </w:tr>
      <w:tr w14:paraId="2CB400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172D5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696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4B804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00B55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120106TK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325D7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保密管理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8F68B1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C6619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20925E"/>
        </w:tc>
      </w:tr>
      <w:tr w14:paraId="0E2A8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50F0B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697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EBA0F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F51BD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120107T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DCE8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邮政管理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16188F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F3F8D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BE8F2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435F8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2D0AD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698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F788D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B77A1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120108T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F58F2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大数据管理与应用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E76AF9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840C5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C7251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57B9D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4AFA7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699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C6AC2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53839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120109T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7CA9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工程审计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EDDB03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986DE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5ED09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0E739E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C088A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26F91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03568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120110T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3054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计算金融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8BB4A7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CE74C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38348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68992A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239D7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99C6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59249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120111T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D14E7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应急管理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B6F8E2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E4B4B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4C1C6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4580BB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BED51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77BAB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5B200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120201K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852A2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771565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B0442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3423C9"/>
        </w:tc>
      </w:tr>
      <w:tr w14:paraId="77D253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97604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A8F5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1162E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120202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6283F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市场营销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7C5AD1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44960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B5D5EA"/>
        </w:tc>
      </w:tr>
      <w:tr w14:paraId="2FC38C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3957F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C16EC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DBA91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120203K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3D10C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会计学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1D7CE3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A1993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53FE40"/>
        </w:tc>
      </w:tr>
      <w:tr w14:paraId="4D63BC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7A197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044C9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A284F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120204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FB93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财务管理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F3F4A1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80F9B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501CEC"/>
        </w:tc>
      </w:tr>
      <w:tr w14:paraId="1824E9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B7546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41192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A297D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120205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B44C7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国际商务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C4FCF2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87366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C1C0EC"/>
        </w:tc>
      </w:tr>
      <w:tr w14:paraId="5986F9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43506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28FED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FCA8E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120206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91353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人力资源管理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3DDD62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0F7A0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F938F4"/>
        </w:tc>
      </w:tr>
      <w:tr w14:paraId="39AFEF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8CBF3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C165B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372DD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120207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3E23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审计学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078D8A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65577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976472"/>
        </w:tc>
      </w:tr>
      <w:tr w14:paraId="57FCE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A043C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BE047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680B1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120208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B480D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资产评估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71355A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8429C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0CE930"/>
        </w:tc>
      </w:tr>
      <w:tr w14:paraId="542232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C0059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71148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EE778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120209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B63F7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物业管理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495A18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B5D5E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C156E3"/>
        </w:tc>
      </w:tr>
      <w:tr w14:paraId="0F5A52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899648E">
            <w:pPr>
              <w:pStyle w:val="9"/>
              <w:spacing w:before="22" w:line="240" w:lineRule="auto"/>
              <w:ind w:left="15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71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F017F39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4CF0743"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1202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10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CADB8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文化产业管理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946049E">
            <w:pPr>
              <w:pStyle w:val="9"/>
              <w:spacing w:before="13" w:line="272" w:lineRule="exact"/>
              <w:ind w:left="386" w:leftChars="0" w:right="101" w:rightChars="0" w:hanging="276" w:firstLine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艺术学,管</w:t>
            </w:r>
            <w:r>
              <w:rPr>
                <w:rFonts w:ascii="宋体" w:hAnsi="宋体" w:eastAsia="宋体" w:cs="宋体"/>
                <w:spacing w:val="-10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C54BF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8AA12E"/>
        </w:tc>
      </w:tr>
      <w:tr w14:paraId="00A198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22577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0E605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C3671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120211T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86B02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劳动关系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365C01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24338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24E223"/>
        </w:tc>
      </w:tr>
      <w:tr w14:paraId="142C51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F8903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BBB15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13F1F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120212T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65A4A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体育经济与管理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5BAD11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90933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1B54AF"/>
        </w:tc>
      </w:tr>
      <w:tr w14:paraId="3494D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ACC44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D5EFD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B7131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120213T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42A8B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财务会计教育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F1D335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312BA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D5A257"/>
        </w:tc>
      </w:tr>
      <w:tr w14:paraId="62A0E3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5ED1C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28593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0F104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120214T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720D5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市场营销教育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9DAE6C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F78F7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9F2F25"/>
        </w:tc>
      </w:tr>
      <w:tr w14:paraId="35C42F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A92B3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503A4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343A3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120215T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5537A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零售业管理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13B87C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B24B4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9F85F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6509DF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3EDBD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CC774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5252AF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120216T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0B1BA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创业管理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BCE56F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A233F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95C77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1D1971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AD023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E1A58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63C1C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120217TK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10D7F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海关稽查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CA45F4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DD452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B06E8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0B474B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25D6F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C3E0B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BA6FB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120218T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2A821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内部审计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092E7C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E33FA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52E76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</w:tbl>
    <w:p w14:paraId="5A8DA76E"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footerReference r:id="rId11" w:type="default"/>
          <w:footerReference r:id="rId12" w:type="even"/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3493B9B2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93"/>
        <w:gridCol w:w="1152"/>
        <w:gridCol w:w="2136"/>
        <w:gridCol w:w="1764"/>
        <w:gridCol w:w="1240"/>
        <w:gridCol w:w="809"/>
      </w:tblGrid>
      <w:tr w14:paraId="74FC46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2A4C7F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BF90EE">
            <w:pPr>
              <w:pStyle w:val="9"/>
              <w:spacing w:before="108" w:line="240" w:lineRule="auto"/>
              <w:ind w:left="4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1784A5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6E6D7A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76BEC8C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EE2660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93792E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7CA22D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38F0B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39DD0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农业经济管理类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F64E4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120301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B9A9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农林经济管理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48E64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6C1FA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75BC12"/>
        </w:tc>
      </w:tr>
      <w:tr w14:paraId="4DC145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D52D0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721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ECB65F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农业经济管理类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EAD12C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120302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5A5885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农村区域发展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513D55">
            <w:pPr>
              <w:pStyle w:val="9"/>
              <w:spacing w:before="22" w:line="240" w:lineRule="auto"/>
              <w:ind w:left="158"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农学,管理学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0F2E3B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DE2571"/>
        </w:tc>
      </w:tr>
      <w:tr w14:paraId="3C530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A9BA8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0324C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农业经济管理类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44D00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120303TK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57997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乡村治理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64FB32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62E14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1599A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43E100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0E698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5E91A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BB479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120401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417A1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公共事业管理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5ACC1C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8730D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863E7B"/>
        </w:tc>
      </w:tr>
      <w:tr w14:paraId="3D8C6E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43A55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FBFF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AB7BD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120402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045B6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行政管理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A0A8A5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6BC23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0F81D1"/>
        </w:tc>
      </w:tr>
      <w:tr w14:paraId="1351A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CFBBD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5BF7E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1175E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120403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01E39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劳动与社会保障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221683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E6C6D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7D3524"/>
        </w:tc>
      </w:tr>
      <w:tr w14:paraId="315589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6E569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726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6BF296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63499A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120404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52C6BE"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土地资源管理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C8776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8103BE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7F4334"/>
        </w:tc>
      </w:tr>
      <w:tr w14:paraId="3A5D2E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CF66A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B5CD5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10E8B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120405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BA0F2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城市管理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8DC12B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E35BC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E77E1A"/>
        </w:tc>
      </w:tr>
      <w:tr w14:paraId="2E0A14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95F5D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64BA8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B01E2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120406TK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39F14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海关管理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7EFA23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14D3F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0892CA"/>
        </w:tc>
      </w:tr>
      <w:tr w14:paraId="786E39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A43BAE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87829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6090C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120407T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01343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5EB88E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89E7D4"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1F425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 w14:paraId="5F382C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F5F3E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430AF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E453F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120408T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25F4F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海事管理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DEBA8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82F7A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2DEF97"/>
        </w:tc>
      </w:tr>
      <w:tr w14:paraId="304F54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55D7E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3F4EB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0C2F1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120409T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F5411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公共关系学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5D8EC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88269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49242D"/>
        </w:tc>
      </w:tr>
      <w:tr w14:paraId="46C46C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21435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10A7B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85194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120410T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B80C8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健康服务与管理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84BFE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3A4CE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41C71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483AC2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7C93C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3B6DD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2B467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120411TK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ED37F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海警后勤管理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64022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E86D2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88271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10A7CB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B8DC8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008F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5B292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120412T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677C4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医疗产品管理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62C9B9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43F43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4AEAE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4DB931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BE63F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8DE7F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EEEB9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120413T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3668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医疗保险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E3C42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45996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7A81F0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5DBFF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338AC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C7184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88093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120414T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AA403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养老服务管理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47125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890A4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7B259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188EB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792E0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CC106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F1F2F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120415TK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55A24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海关检验检疫安全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0BD54B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5F803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20CD3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67073C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E46EC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92CAA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8578B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120416TK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C8BF6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海外安全管理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58E716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33960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E6F44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013D7B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AA676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37D38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D0D81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120417T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B3389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自然资源登记与管理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B60CBA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C473F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5CA14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62635B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B565F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5D468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70895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120418T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2265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慈善管理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12517C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FDEB9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0F7BB8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3E18B1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38FA9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21D8D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9A498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120419TK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D8963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航空安防管理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E894E4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060C0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10521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63F2FD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62F43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2598E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ED6CB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120420TK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58AA7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无障碍管理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5BEFF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21F4D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1663B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 w14:paraId="1A36A9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1AA31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CE3F5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图书情报与档案管理类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79421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120501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FDBDD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图书馆学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C24D0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B644D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AED6B0"/>
        </w:tc>
      </w:tr>
      <w:tr w14:paraId="03F840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B5E7F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E7499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图书情报与档案管理类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78F0A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120502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82F1E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档案学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F2B5B2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D5FB0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346A4A"/>
        </w:tc>
      </w:tr>
      <w:tr w14:paraId="656B13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A804C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D13F9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图书情报与档案管理类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C00C1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120503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C5840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信息资源管理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50673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A447A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F15CF8"/>
        </w:tc>
      </w:tr>
      <w:tr w14:paraId="53C8A2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E25D3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B8981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物流管理与工程类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45E4D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120601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B6F18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物流管理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6ED57E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4A8C0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F29566"/>
        </w:tc>
      </w:tr>
      <w:tr w14:paraId="166B2E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9824B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747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D8AAA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物流管理与工程类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7F32E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120602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BC69F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物流工程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8F4195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工学,管理学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C96589"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2F1371"/>
        </w:tc>
      </w:tr>
      <w:tr w14:paraId="2A3DBB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5E557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A75F9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物流管理与工程类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92C15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120603T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303A9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采购管理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87FDBF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C41D9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65E3F5"/>
        </w:tc>
      </w:tr>
      <w:tr w14:paraId="5D9AB9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9AA56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749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0DAE7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物流管理与工程类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B9DBE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120604T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5CFD5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供应链管理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543455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900A16A"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49634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31F5E2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95FA1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750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C471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工业工程类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D4E22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120701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ADB76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工业工程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E28EE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90F49DA"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1363D4"/>
        </w:tc>
      </w:tr>
      <w:tr w14:paraId="610D9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A83E2C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FBDC9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工业工程类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14804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120702T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21191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标准化工程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A2FD7C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B85A8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AC83AE"/>
        </w:tc>
      </w:tr>
      <w:tr w14:paraId="47CD6E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CC143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F339E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工业工程类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6A4A4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120703T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35D31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质量管理工程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B8F27D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AE57D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CDA298"/>
        </w:tc>
      </w:tr>
      <w:tr w14:paraId="37CE43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493099">
            <w:pPr>
              <w:pStyle w:val="9"/>
              <w:spacing w:before="14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0306E3">
            <w:pPr>
              <w:pStyle w:val="9"/>
              <w:spacing w:before="110"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电子商务类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E5A2D9">
            <w:pPr>
              <w:pStyle w:val="9"/>
              <w:spacing w:before="14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120801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AA4ADC">
            <w:pPr>
              <w:pStyle w:val="9"/>
              <w:spacing w:before="110"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电子商务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7A3F87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工学,经济学,管理学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30D249">
            <w:pPr>
              <w:pStyle w:val="9"/>
              <w:spacing w:before="110" w:line="240" w:lineRule="auto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BF848A"/>
        </w:tc>
      </w:tr>
      <w:tr w14:paraId="18F93C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38AE1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1FAD2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电子商务类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9826F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120802T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80AF5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电子商务及法律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3A4B5E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49506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085AAB"/>
        </w:tc>
      </w:tr>
      <w:tr w14:paraId="66A599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7CDE9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CA8FA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电子商务类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1EF5A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120803T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A99BC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跨境电子商务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F11CFC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D5ECB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2CC1DE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 w14:paraId="3D509E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65BFB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D2035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旅游管理类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D6FFF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120901K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4C5B2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旅游管理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427971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5254D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E9191B"/>
        </w:tc>
      </w:tr>
      <w:tr w14:paraId="4166F5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90009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40736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旅游管理类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191B4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120902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E62F1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酒店管理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9443AC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FEA06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862442"/>
        </w:tc>
      </w:tr>
      <w:tr w14:paraId="19F2F1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26801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68BD0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旅游管理类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B3891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120903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BD274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会展经济与管理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7CADE2"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9BF4B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EDE7EE"/>
        </w:tc>
      </w:tr>
      <w:tr w14:paraId="330BC9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855B3ED">
            <w:pPr>
              <w:pStyle w:val="9"/>
              <w:spacing w:before="22" w:line="240" w:lineRule="auto"/>
              <w:ind w:left="158" w:leftChars="0" w:right="0" w:rightChars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/>
                <w:sz w:val="22"/>
              </w:rPr>
              <w:t>759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0C4C387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旅游管理类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C44A401"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/>
                <w:sz w:val="22"/>
              </w:rPr>
              <w:t>120904T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CBCD4E6"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旅游管理与服务教育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F78C33C">
            <w:pPr>
              <w:pStyle w:val="9"/>
              <w:spacing w:line="276" w:lineRule="exact"/>
              <w:ind w:left="276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1D15454"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B1E6B82">
            <w:pPr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</w:p>
        </w:tc>
      </w:tr>
    </w:tbl>
    <w:p w14:paraId="7D88B406"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079ED086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93"/>
        <w:gridCol w:w="1152"/>
        <w:gridCol w:w="2148"/>
        <w:gridCol w:w="1764"/>
        <w:gridCol w:w="1228"/>
        <w:gridCol w:w="809"/>
      </w:tblGrid>
      <w:tr w14:paraId="01B4C9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E28F5E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677B2F">
            <w:pPr>
              <w:pStyle w:val="9"/>
              <w:spacing w:before="108" w:line="240" w:lineRule="auto"/>
              <w:ind w:left="4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094C4E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0E82AC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5490001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000AB5B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9CB3E9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7DDCE6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D4A562"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艺术学</w:t>
            </w:r>
          </w:p>
        </w:tc>
      </w:tr>
      <w:tr w14:paraId="62FB2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0760D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58D66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艺术学理论类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C6909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130101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C26D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艺术史论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FB066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F834C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48636C"/>
        </w:tc>
      </w:tr>
      <w:tr w14:paraId="16943F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CBD77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805CB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艺术学理论类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6BC64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130102T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399CE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59131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178FD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DFF9F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4E757E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1F832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80EAA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艺术学理论类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35A0B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130103T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A8B4D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非物质文化遗产保护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9279CC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0588C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6597B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61C0FE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0F2DF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5CA3E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6AEB5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130201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806A8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音乐表演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D24AF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3D205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86D378"/>
        </w:tc>
      </w:tr>
      <w:tr w14:paraId="766159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1BC10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B03E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A5001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130202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FB681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101095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52842E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四年,五年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8D4558"/>
        </w:tc>
      </w:tr>
      <w:tr w14:paraId="057440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3A67D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89C5F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E6D3F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130203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BBE97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作曲与作曲技术理论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5AAE84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D816FC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四年,五年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F69645"/>
        </w:tc>
      </w:tr>
      <w:tr w14:paraId="462EC5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9CA44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5F93D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AE4FA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130204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45FB7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舞蹈表演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DA064B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6EEC0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4110F2"/>
        </w:tc>
      </w:tr>
      <w:tr w14:paraId="5C883C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986D2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D3A78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00C03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130205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A060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舞蹈学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27E42D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6C775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3F07A4"/>
        </w:tc>
      </w:tr>
      <w:tr w14:paraId="175376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AD8C0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84027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B87A4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130206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8B7D9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舞蹈编导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34ED12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C5B5B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685057"/>
        </w:tc>
      </w:tr>
      <w:tr w14:paraId="1DF122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44842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CA409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BB427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130207T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B08F1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舞蹈教育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91BCA4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786B2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6FDF2C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50C690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38E29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606B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B285C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130208TK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CE75B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航空服务艺术与管理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FCDBE0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15DF2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C5CA4F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47827B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213E0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03ADC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DD774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130209T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4F3F2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流行音乐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6969B3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7634B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75432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53ECA1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917D5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82F1D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D4314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130210T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FB5A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音乐治疗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A9FDB4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AEFCE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66ECF1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4A8BC1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DF18A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0E943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3FF21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130211T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D193D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流行舞蹈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3ADD62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740E7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D039A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045949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20D97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50344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64024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130212T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A4F8C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音乐教育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67F0A5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65BA2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13C08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585F71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DEA56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FC457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394B2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130213TK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A0AAF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冰雪舞蹈表演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C41670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4F7B8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9A7CF5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 w14:paraId="29453E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34EFB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FF965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8EAF9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130301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84913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表演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91E4C2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ADA1E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8C09D1"/>
        </w:tc>
      </w:tr>
      <w:tr w14:paraId="6147EE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76CFF0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7B7CB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213C28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130302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70469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0D8B3B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F46969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52B02C"/>
        </w:tc>
      </w:tr>
      <w:tr w14:paraId="47AFE8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E123E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61EAC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88D3C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130303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2CE8F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电影学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422F0B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6D558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76E610"/>
        </w:tc>
      </w:tr>
      <w:tr w14:paraId="1DE6F0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10440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221B9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19637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130304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B2356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戏剧影视文学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65F197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7A1AA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D422C7"/>
        </w:tc>
      </w:tr>
      <w:tr w14:paraId="15D8BC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D3F982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1298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DE2BF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130305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2CD0F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广播电视编导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C73B14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7BD53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C5B037"/>
        </w:tc>
      </w:tr>
      <w:tr w14:paraId="0BBB4D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24755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BA19C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072FD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130306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6E6EC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戏剧影视导演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F0AA66A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0C289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06E900"/>
        </w:tc>
      </w:tr>
      <w:tr w14:paraId="450CC0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BE66A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F123C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6D2B4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130307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1FBB4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戏剧影视美术设计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FA55D5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0F049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821B2A"/>
        </w:tc>
      </w:tr>
      <w:tr w14:paraId="07D8B6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EBCF2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06738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2ADDE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130308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307F9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录音艺术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96DBA4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84F12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807640"/>
        </w:tc>
      </w:tr>
      <w:tr w14:paraId="5E868C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C751D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BC6B7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E9A9EB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130309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A9F72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播音与主持艺术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AE1EF5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82DFE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506D28"/>
        </w:tc>
      </w:tr>
      <w:tr w14:paraId="670DD3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E3E18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933DA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C716B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130310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9155F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动画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B3DD47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9A4A4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30ABA3"/>
        </w:tc>
      </w:tr>
      <w:tr w14:paraId="08AA43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16B04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A0AAD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B981B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130311T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07A91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影视摄影与制作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32E90A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047DA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0BAA78"/>
        </w:tc>
      </w:tr>
      <w:tr w14:paraId="33970E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A6AE7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938DB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8D99C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130312T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2A04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影视技术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7E12B56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9794D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E3BE5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 w14:paraId="1BB638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B067F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9EF9F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C2182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130313T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A3F247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戏剧教育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E34A593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B9403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A4F5A4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 w14:paraId="3A367E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F74B5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D6623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49D6B2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130314TK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B89CF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曲艺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278820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DFE79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69B62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257418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6D8A6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911F9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D14AD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130315TK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AEB12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音乐剧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EA80482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80B6E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4F91D3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276CA1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3488D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7782D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857A5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130401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AAFAD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406F964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6E80E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F3E175"/>
        </w:tc>
      </w:tr>
      <w:tr w14:paraId="295667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FD38F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A4AF4F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50A87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130402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A0C6C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绘画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A9950E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5281C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F80466"/>
        </w:tc>
      </w:tr>
      <w:tr w14:paraId="4A54F5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EE4B0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7B3D3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A288C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130403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DE8D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雕塑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8D1A17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03DF3C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4AFD1A"/>
        </w:tc>
      </w:tr>
      <w:tr w14:paraId="171122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3B7A5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49B9E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C0BC6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130404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8226C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摄影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94ABC1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55CCAD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159B36"/>
        </w:tc>
      </w:tr>
      <w:tr w14:paraId="476C0D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65412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29816A0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593E3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130405T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33C3E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书法学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D17E1E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0CA85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DE9136"/>
        </w:tc>
      </w:tr>
      <w:tr w14:paraId="7107A0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4C58C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70D4B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8BFA56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130406T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D345B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中国画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9467017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9C3A2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55D67D"/>
        </w:tc>
      </w:tr>
      <w:tr w14:paraId="0411E3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DDF11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4BD5D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E85D4A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130407TK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83B8F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实验艺术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C9F3CF1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F727C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157D9A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2013</w:t>
            </w:r>
          </w:p>
        </w:tc>
      </w:tr>
      <w:tr w14:paraId="614B85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9F3BF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851FA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847318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130408TK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BCAE0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跨媒体艺术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10F925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76A8F2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237E1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 w14:paraId="5425B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58068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94A8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272FE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130409T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05D1A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文物保护与修复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1BCD41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C3E2D0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424F4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B26A5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D712B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4330C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A7D8D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130410T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8652F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漫画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2501E8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C71B93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A4FE65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</w:tbl>
    <w:p w14:paraId="73B86BC2"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footerReference r:id="rId13" w:type="default"/>
          <w:footerReference r:id="rId14" w:type="even"/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 w14:paraId="049C00AC"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93"/>
        <w:gridCol w:w="1152"/>
        <w:gridCol w:w="2148"/>
        <w:gridCol w:w="1752"/>
        <w:gridCol w:w="1240"/>
        <w:gridCol w:w="809"/>
      </w:tblGrid>
      <w:tr w14:paraId="1E36D1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70DAAA"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9417B3B">
            <w:pPr>
              <w:pStyle w:val="9"/>
              <w:spacing w:before="108" w:line="240" w:lineRule="auto"/>
              <w:ind w:left="4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D63D68"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021AE4"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8176F54"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8D6318"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863F87"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 w14:paraId="1FCE9C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A1A3BE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72E33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CBC28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130411T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FF828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纤维艺术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380057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28D937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DA70CC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 w14:paraId="66057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28301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5B457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D3CFEE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130412TK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89BDD9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科技艺术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650011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08D8BA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6C5BF9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3F4511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DD5DFD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385C4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92E12B3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130413TK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2C31A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美术教育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6F4B8D"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DF1B0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3A1DB7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 w14:paraId="538537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80C71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EEC24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4B23A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130501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CFD85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艺术设计学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D4CBDB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C6F37C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B80B1B"/>
        </w:tc>
      </w:tr>
      <w:tr w14:paraId="4AE9FC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DB5C8B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28B12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6A015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130502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25582C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视觉传达设计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4BBDC87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61787E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238D23"/>
        </w:tc>
      </w:tr>
      <w:tr w14:paraId="512645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E187BA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17C65B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4B39B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130503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ECE05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环境设计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34BCDB1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A805B2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F7D5F1"/>
        </w:tc>
      </w:tr>
      <w:tr w14:paraId="7653C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6DC8F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32858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2EC2F0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130504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4120C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产品设计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05DB65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D69761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B71773"/>
        </w:tc>
      </w:tr>
      <w:tr w14:paraId="7F43F6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F1F6BF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B73AF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B69859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130505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813788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服装与服饰设计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023A138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E8633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192226"/>
        </w:tc>
      </w:tr>
      <w:tr w14:paraId="350E6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FF15857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FFFAA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1AC341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130506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AE835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公共艺术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E94B43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44BD04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59DF2B"/>
        </w:tc>
      </w:tr>
      <w:tr w14:paraId="7E5EB2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23BAA6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F3311A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FDEA8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130507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02960E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工艺美术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79E4D28F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AB232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4CB437"/>
        </w:tc>
      </w:tr>
      <w:tr w14:paraId="4E2355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D7B943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306CA5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25D644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130508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BC19B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数字媒体艺术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58E09DB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61E456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C470F9"/>
        </w:tc>
      </w:tr>
      <w:tr w14:paraId="688A7B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103974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D8A8A04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86831C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130509T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49256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艺术与科技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EDE64A5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74E4F7"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08BAB2"/>
        </w:tc>
      </w:tr>
      <w:tr w14:paraId="611002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378F09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EF55D3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9F9D5D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130510TK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37506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陶瓷艺术设计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23CC489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3FA371B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CF8446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2012</w:t>
            </w:r>
          </w:p>
        </w:tc>
      </w:tr>
      <w:tr w14:paraId="6100DD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E78455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06045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9B061D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130511T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2B1F7D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新媒体艺术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2CACBC0E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2071B8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A3B922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33AD1D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097531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F7AB4E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E36305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130512T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0DAEC1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包装设计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54479D6D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1D8FDF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3334AD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 w14:paraId="5C7106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2482768"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440062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9BB1E7"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130513TK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372946"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珠宝首饰设计与工艺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79DD3A0"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DE52B5"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6B9B1B"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</w:tbl>
    <w:p w14:paraId="61D1ACC5">
      <w:pPr>
        <w:spacing w:before="28"/>
        <w:ind w:left="162" w:right="0" w:firstLine="0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>*</w:t>
      </w:r>
      <w:r>
        <w:rPr>
          <w:rFonts w:ascii="宋体" w:hAnsi="宋体" w:eastAsia="宋体" w:cs="宋体"/>
          <w:b/>
          <w:bCs/>
          <w:sz w:val="22"/>
          <w:szCs w:val="22"/>
        </w:rPr>
        <w:t>注：部分高校个别专业修业年限为五年，专业目录中不再单独列出。</w:t>
      </w:r>
    </w:p>
    <w:sectPr>
      <w:pgSz w:w="11910" w:h="16840"/>
      <w:pgMar w:top="980" w:right="760" w:bottom="720" w:left="740" w:header="0" w:footer="522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159C37"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53035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530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8C0A51"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05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PLnd90wAAAAQBAAAPAAAAAAAAAAEAIAAAACIAAABkcnMvZG93bnJldi54bWxQ&#10;SwECFAAUAAAACACHTuJASFvB5DUCAABiBAAADgAAAAAAAAABACAAAAAi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338C0A51"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06D7DC"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395605" cy="153035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5605" cy="1530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E723CA"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62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2.05pt;width:31.15pt;mso-position-horizontal-relative:margin;z-index:251668480;mso-width-relative:page;mso-height-relative:page;" filled="f" stroked="f" coordsize="21600,21600" o:gfxdata="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F4pYF0wAAAAMBAAAPAAAAAAAAAAEAIAAAACIAAABkcnMvZG93bnJldi54&#10;bWxQSwECFAAUAAAACACHTuJAd1TqTDgCAABjBAAADgAAAAAAAAABACAAAAAi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19E723CA"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62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8DF49B"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-6985</wp:posOffset>
              </wp:positionV>
              <wp:extent cx="772160" cy="221615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2160" cy="2216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2AA177"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-0.55pt;height:17.45pt;width:60.8pt;mso-position-horizontal-relative:margin;z-index:251660288;mso-width-relative:page;mso-height-relative:page;" filled="f" stroked="f" coordsize="21600,21600" o:gfxdata="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MHCqQHVAAAABgEAAA8AAAAAAAAAAQAgAAAAIgAAAGRycy9kb3ducmV2Lnht&#10;bFBLAQIUABQAAAAIAIdO4kBZOSUUNQIAAGMEAAAOAAAAAAAAAAEAIAAAACQ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5E2AA177"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2DF74"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E5296A"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9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E5296A"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9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F876FB"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-6985</wp:posOffset>
              </wp:positionV>
              <wp:extent cx="808990" cy="351155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8990" cy="351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20996B"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8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-0.55pt;height:27.65pt;width:63.7pt;mso-position-horizontal-relative:margin;z-index:251662336;mso-width-relative:page;mso-height-relative:page;" filled="f" stroked="f" coordsize="21600,21600" o:gfxdata="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CxCYbPVAAAABgEAAA8AAAAAAAAAAQAgAAAAIgAAAGRycy9kb3ducmV2&#10;LnhtbFBLAQIUABQAAAAIAIdO4kDhZ1p1OAIAAGMEAAAOAAAAAAAAAAEAIAAAACQBAABkcnMvZTJv&#10;RG9jLnhtbFBLBQYAAAAABgAGAFkBAADO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0920996B"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8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E36FE6"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D8C95B"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53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FE50y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QYphGxU8/vp9+&#10;Ppx+fSM4g0CNCzPE3TtExvadbRE8nAccJt5t5XX6ghGBH/IeL/KKNhKeLk0n02kOF4dv2AA/e7zu&#10;fIjvhdUkGQX1qF8nKztsQuxDh5CUzdi1VKqroTKkKejV67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IwUTn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D8C95B"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53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59CFF8"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819B13"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52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A819B13"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52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7AD0EA"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posOffset>6229985</wp:posOffset>
              </wp:positionH>
              <wp:positionV relativeFrom="paragraph">
                <wp:posOffset>-6985</wp:posOffset>
              </wp:positionV>
              <wp:extent cx="380365" cy="153035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365" cy="1530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9CF011"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61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90.55pt;margin-top:-0.55pt;height:12.05pt;width:29.95pt;mso-position-horizontal-relative:margin;z-index:251665408;mso-width-relative:page;mso-height-relative:page;" filled="f" stroked="f" coordsize="21600,21600" o:gfxdata="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UrG2k9cAAAAKAQAADwAAAAAAAAABACAAAAAiAAAAZHJzL2Rvd25y&#10;ZXYueG1sUEsBAhQAFAAAAAgAh07iQG7yfKM4AgAAYwQAAA4AAAAAAAAAAQAgAAAAJgEAAGRycy9l&#10;Mm9Eb2MueG1sUEsFBgAAAAAGAAYAWQEAANA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629CF011"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61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6F4310">
    <w:pPr>
      <w:spacing w:before="0" w:after="0" w:line="14" w:lineRule="auto"/>
      <w:rPr>
        <w:sz w:val="20"/>
        <w:szCs w:val="20"/>
      </w:rPr>
    </w:pPr>
    <w:r>
      <w:rPr>
        <w:sz w:val="22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86C041"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60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T72nYy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pPvad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86C041"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60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CAFF64"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C9D0FA"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63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3z1oQ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989aE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C9D0FA"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63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xNTlkZTdmZjdkODVjMDUwZDBiNDQ5ZjFhMjk0OTAifQ=="/>
  </w:docVars>
  <w:rsids>
    <w:rsidRoot w:val="00000000"/>
    <w:rsid w:val="03D36F07"/>
    <w:rsid w:val="084E7652"/>
    <w:rsid w:val="16B56AEF"/>
    <w:rsid w:val="16D36DBA"/>
    <w:rsid w:val="1CE67663"/>
    <w:rsid w:val="1F800518"/>
    <w:rsid w:val="20AE4CDA"/>
    <w:rsid w:val="21C81DCC"/>
    <w:rsid w:val="290848C9"/>
    <w:rsid w:val="2FAC6889"/>
    <w:rsid w:val="346B14ED"/>
    <w:rsid w:val="48384D06"/>
    <w:rsid w:val="5D041203"/>
    <w:rsid w:val="5D40278C"/>
    <w:rsid w:val="75FF3725"/>
    <w:rsid w:val="7AED10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0"/>
    </w:pPr>
    <w:rPr>
      <w:rFonts w:ascii="仿宋_GB2312" w:hAnsi="仿宋_GB2312" w:eastAsia="仿宋_GB2312"/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21</Pages>
  <Words>15009</Words>
  <Characters>22171</Characters>
  <TotalTime>2</TotalTime>
  <ScaleCrop>false</ScaleCrop>
  <LinksUpToDate>false</LinksUpToDate>
  <CharactersWithSpaces>22210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2024-08-06T17:59:00Z</dcterms:created>
  <dc:creator>huangwm</dc:creator>
  <cp:lastModifiedBy>邹</cp:lastModifiedBy>
  <dcterms:modified xsi:type="dcterms:W3CDTF">2024-08-20T07:19:24Z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2024-01-24T00:00:00Z</vt:filetime>
  </property>
  <property fmtid="{D5CDD505-2E9C-101B-9397-08002B2CF9AE}" pid="3" name="LastSaved">
    <vt:filetime>2024-08-06T00:00:00Z</vt:filetime>
  </property>
  <property fmtid="{D5CDD505-2E9C-101B-9397-08002B2CF9AE}" pid="4" name="KSOProductBuildVer">
    <vt:lpwstr>2052-12.1.0.17827</vt:lpwstr>
  </property>
  <property fmtid="{D5CDD505-2E9C-101B-9397-08002B2CF9AE}" pid="5" name="ICV">
    <vt:lpwstr>E02D5D05101D451C885DAC6D9BBFCC30_13</vt:lpwstr>
  </property>
</Properties>
</file>